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4A" w:rsidRDefault="00C3434A" w:rsidP="00EA1894">
      <w:pPr>
        <w:bidi/>
        <w:jc w:val="center"/>
        <w:rPr>
          <w:rFonts w:cs="B Zar"/>
          <w:b/>
          <w:bCs/>
          <w:sz w:val="28"/>
          <w:szCs w:val="28"/>
          <w:rtl/>
          <w:lang w:bidi="fa-IR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6" o:spid="_x0000_s1026" type="#_x0000_t202" style="position:absolute;left:0;text-align:left;margin-left:.75pt;margin-top:0;width:549pt;height:117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" strokecolor="white">
            <v:textbox>
              <w:txbxContent>
                <w:tbl>
                  <w:tblPr>
                    <w:bidiVisual/>
                    <w:tblW w:w="0" w:type="auto"/>
                    <w:jc w:val="center"/>
                    <w:tblInd w:w="-136" w:type="dxa"/>
                    <w:tblLook w:val="01E0"/>
                  </w:tblPr>
                  <w:tblGrid>
                    <w:gridCol w:w="2723"/>
                    <w:gridCol w:w="5490"/>
                    <w:gridCol w:w="2546"/>
                  </w:tblGrid>
                  <w:tr w:rsidR="00C3434A" w:rsidTr="00977EAA">
                    <w:trPr>
                      <w:trHeight w:val="2153"/>
                      <w:jc w:val="center"/>
                    </w:trPr>
                    <w:tc>
                      <w:tcPr>
                        <w:tcW w:w="2723" w:type="dxa"/>
                      </w:tcPr>
                      <w:p w:rsidR="00C3434A" w:rsidRDefault="00C3434A" w:rsidP="00977EAA">
                        <w:pPr>
                          <w:spacing w:before="120"/>
                          <w:jc w:val="center"/>
                          <w:rPr>
                            <w:rtl/>
                          </w:rPr>
                        </w:pPr>
                        <w:r w:rsidRPr="004F68BA">
                          <w:rPr>
                            <w:noProof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Picture 1" o:spid="_x0000_i1026" type="#_x0000_t75" style="width:33pt;height:33pt;visibility:visible">
                              <v:imagedata r:id="rId7" o:title=""/>
                            </v:shape>
                          </w:pict>
                        </w:r>
                      </w:p>
                      <w:p w:rsidR="00C3434A" w:rsidRPr="00977EAA" w:rsidRDefault="00C3434A" w:rsidP="00977EAA">
                        <w:pPr>
                          <w:jc w:val="center"/>
                          <w:rPr>
                            <w:rFonts w:cs="B Zar"/>
                            <w:b/>
                            <w:bCs/>
                            <w:rtl/>
                          </w:rPr>
                        </w:pPr>
                        <w:r w:rsidRPr="00977EAA">
                          <w:rPr>
                            <w:rFonts w:cs="B Zar"/>
                            <w:b/>
                            <w:bCs/>
                            <w:rtl/>
                          </w:rPr>
                          <w:t>دانشگاه کردستان</w:t>
                        </w:r>
                      </w:p>
                      <w:p w:rsidR="00C3434A" w:rsidRPr="00977EAA" w:rsidRDefault="00C3434A" w:rsidP="00977EAA">
                        <w:pPr>
                          <w:jc w:val="center"/>
                          <w:rPr>
                            <w:rFonts w:cs="B Zar"/>
                            <w:rtl/>
                          </w:rPr>
                        </w:pPr>
                        <w:r w:rsidRPr="00977EAA">
                          <w:rPr>
                            <w:rFonts w:cs="B Zar"/>
                            <w:rtl/>
                          </w:rPr>
                          <w:t>حوزه معاونت آموزشی</w:t>
                        </w:r>
                      </w:p>
                      <w:p w:rsidR="00C3434A" w:rsidRPr="00FF6839" w:rsidRDefault="00C3434A" w:rsidP="00977EAA">
                        <w:pPr>
                          <w:jc w:val="center"/>
                        </w:pPr>
                        <w:r w:rsidRPr="00977EAA">
                          <w:rPr>
                            <w:rFonts w:cs="B Zar"/>
                            <w:rtl/>
                          </w:rPr>
                          <w:t>مدیریت تحصیلات تکمیلی</w:t>
                        </w:r>
                      </w:p>
                    </w:tc>
                    <w:tc>
                      <w:tcPr>
                        <w:tcW w:w="5490" w:type="dxa"/>
                      </w:tcPr>
                      <w:p w:rsidR="00C3434A" w:rsidRPr="00977EAA" w:rsidRDefault="00C3434A" w:rsidP="00977EAA">
                        <w:pPr>
                          <w:spacing w:before="120"/>
                          <w:jc w:val="center"/>
                          <w:rPr>
                            <w:rFonts w:cs="B Lotus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977EAA">
                          <w:rPr>
                            <w:rFonts w:cs="B Lotus"/>
                            <w:b/>
                            <w:bCs/>
                            <w:sz w:val="28"/>
                            <w:szCs w:val="28"/>
                            <w:rtl/>
                          </w:rPr>
                          <w:t>باسمه تعالی</w:t>
                        </w:r>
                      </w:p>
                      <w:p w:rsidR="00C3434A" w:rsidRPr="00977EAA" w:rsidRDefault="00C3434A" w:rsidP="00977EAA">
                        <w:pPr>
                          <w:jc w:val="center"/>
                          <w:rPr>
                            <w:rFonts w:cs="B Lotus"/>
                            <w:sz w:val="28"/>
                            <w:szCs w:val="28"/>
                            <w:rtl/>
                          </w:rPr>
                        </w:pPr>
                      </w:p>
                      <w:p w:rsidR="00C3434A" w:rsidRPr="00977EAA" w:rsidRDefault="00C3434A" w:rsidP="008D24DE">
                        <w:pPr>
                          <w:pStyle w:val="Heading1"/>
                          <w:rPr>
                            <w:rFonts w:cs="B Zar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77EAA">
                          <w:rPr>
                            <w:rFonts w:cs="B Zar"/>
                            <w:b/>
                            <w:bCs/>
                            <w:sz w:val="32"/>
                            <w:szCs w:val="32"/>
                            <w:rtl/>
                          </w:rPr>
                          <w:t>طرح تحقيق (پروپوزال)</w:t>
                        </w:r>
                      </w:p>
                      <w:p w:rsidR="00C3434A" w:rsidRPr="00977EAA" w:rsidRDefault="00C3434A" w:rsidP="00977EAA">
                        <w:pPr>
                          <w:jc w:val="center"/>
                          <w:rPr>
                            <w:rFonts w:cs="B Zar"/>
                            <w:b/>
                            <w:bCs/>
                          </w:rPr>
                        </w:pPr>
                        <w:r w:rsidRPr="00977EAA">
                          <w:rPr>
                            <w:rFonts w:cs="B Zar"/>
                            <w:b/>
                            <w:bCs/>
                            <w:sz w:val="32"/>
                            <w:szCs w:val="32"/>
                            <w:rtl/>
                            <w:lang w:bidi="fa-IR"/>
                          </w:rPr>
                          <w:t>پايان نامه کارشناسي ارشد ناپیوسته</w:t>
                        </w:r>
                      </w:p>
                    </w:tc>
                    <w:tc>
                      <w:tcPr>
                        <w:tcW w:w="2546" w:type="dxa"/>
                      </w:tcPr>
                      <w:p w:rsidR="00C3434A" w:rsidRPr="00977EAA" w:rsidRDefault="00C3434A" w:rsidP="00977EAA">
                        <w:pPr>
                          <w:bidi/>
                          <w:spacing w:before="120"/>
                          <w:jc w:val="center"/>
                          <w:rPr>
                            <w:rFonts w:cs="B Zar"/>
                            <w:rtl/>
                          </w:rPr>
                        </w:pPr>
                      </w:p>
                      <w:p w:rsidR="00C3434A" w:rsidRPr="00977EAA" w:rsidRDefault="00C3434A" w:rsidP="00977EAA">
                        <w:pPr>
                          <w:jc w:val="center"/>
                          <w:rPr>
                            <w:rFonts w:cs="B Zar"/>
                            <w:rtl/>
                          </w:rPr>
                        </w:pPr>
                      </w:p>
                      <w:p w:rsidR="00C3434A" w:rsidRPr="00977EAA" w:rsidRDefault="00C3434A" w:rsidP="00977EAA">
                        <w:pPr>
                          <w:bidi/>
                          <w:rPr>
                            <w:rFonts w:cs="B Zar"/>
                            <w:rtl/>
                          </w:rPr>
                        </w:pPr>
                        <w:r w:rsidRPr="00977EAA">
                          <w:rPr>
                            <w:rFonts w:cs="B Zar"/>
                            <w:rtl/>
                          </w:rPr>
                          <w:t xml:space="preserve">تاریخ:        /       /      13         </w:t>
                        </w:r>
                      </w:p>
                      <w:p w:rsidR="00C3434A" w:rsidRPr="00977EAA" w:rsidRDefault="00C3434A" w:rsidP="00977EAA">
                        <w:pPr>
                          <w:jc w:val="right"/>
                          <w:rPr>
                            <w:rFonts w:cs="B Zar"/>
                            <w:rtl/>
                          </w:rPr>
                        </w:pPr>
                        <w:r w:rsidRPr="00977EAA">
                          <w:rPr>
                            <w:rFonts w:cs="B Zar"/>
                            <w:rtl/>
                          </w:rPr>
                          <w:t>شماره:</w:t>
                        </w:r>
                      </w:p>
                      <w:p w:rsidR="00C3434A" w:rsidRDefault="00C3434A" w:rsidP="00977EAA">
                        <w:pPr>
                          <w:bidi/>
                        </w:pPr>
                        <w:r w:rsidRPr="00977EAA">
                          <w:rPr>
                            <w:rFonts w:cs="B Zar"/>
                            <w:rtl/>
                          </w:rPr>
                          <w:t>پیوست:</w:t>
                        </w:r>
                      </w:p>
                    </w:tc>
                  </w:tr>
                </w:tbl>
                <w:p w:rsidR="00C3434A" w:rsidRPr="00FF6839" w:rsidRDefault="00C3434A" w:rsidP="008D24DE">
                  <w:pPr>
                    <w:jc w:val="center"/>
                  </w:pPr>
                </w:p>
              </w:txbxContent>
            </v:textbox>
          </v:shape>
        </w:pict>
      </w:r>
    </w:p>
    <w:p w:rsidR="00C3434A" w:rsidRPr="00697D9F" w:rsidRDefault="00C3434A" w:rsidP="005E3693">
      <w:pPr>
        <w:jc w:val="right"/>
        <w:rPr>
          <w:rFonts w:cs="B Zar"/>
          <w:b/>
          <w:bCs/>
          <w:sz w:val="28"/>
          <w:szCs w:val="28"/>
          <w:lang w:bidi="fa-IR"/>
        </w:rPr>
      </w:pPr>
    </w:p>
    <w:p w:rsidR="00C3434A" w:rsidRPr="00C42B2D" w:rsidRDefault="00C3434A" w:rsidP="00CF624D">
      <w:pPr>
        <w:pStyle w:val="Heading6"/>
        <w:rPr>
          <w:rFonts w:cs="B Lotus"/>
          <w:rtl/>
        </w:rPr>
      </w:pPr>
    </w:p>
    <w:p w:rsidR="00C3434A" w:rsidRPr="00697D9F" w:rsidRDefault="00C3434A" w:rsidP="00532603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:rsidR="00C3434A" w:rsidRPr="008D24DE" w:rsidRDefault="00C3434A" w:rsidP="00994E3E">
      <w:pPr>
        <w:bidi/>
        <w:jc w:val="both"/>
        <w:rPr>
          <w:rFonts w:cs="B Lotus"/>
          <w:sz w:val="28"/>
          <w:szCs w:val="28"/>
          <w:rtl/>
        </w:rPr>
      </w:pPr>
    </w:p>
    <w:p w:rsidR="00C3434A" w:rsidRPr="008D24DE" w:rsidRDefault="00C3434A" w:rsidP="003E3004">
      <w:pPr>
        <w:bidi/>
        <w:ind w:firstLine="126"/>
        <w:jc w:val="both"/>
        <w:rPr>
          <w:rFonts w:cs="B Zar"/>
          <w:b/>
          <w:bCs/>
          <w:rtl/>
          <w:lang w:bidi="fa-IR"/>
        </w:rPr>
      </w:pPr>
    </w:p>
    <w:p w:rsidR="00C3434A" w:rsidRDefault="00C3434A" w:rsidP="00A66C00">
      <w:pPr>
        <w:bidi/>
        <w:ind w:firstLine="126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0F1743">
        <w:rPr>
          <w:rFonts w:cs="B Lotus"/>
          <w:b/>
          <w:bCs/>
          <w:sz w:val="28"/>
          <w:szCs w:val="28"/>
          <w:rtl/>
        </w:rPr>
        <w:t>دانشکده</w:t>
      </w:r>
      <w:r>
        <w:rPr>
          <w:rFonts w:cs="B Lotus"/>
          <w:b/>
          <w:bCs/>
          <w:sz w:val="28"/>
          <w:szCs w:val="28"/>
          <w:rtl/>
          <w:lang w:bidi="fa-IR"/>
        </w:rPr>
        <w:t>هنر و معماری</w:t>
      </w:r>
    </w:p>
    <w:tbl>
      <w:tblPr>
        <w:bidiVisual/>
        <w:tblW w:w="9639" w:type="dxa"/>
        <w:tblInd w:w="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6" w:space="0" w:color="auto"/>
        </w:tblBorders>
        <w:tblLayout w:type="fixed"/>
        <w:tblLook w:val="0000"/>
      </w:tblPr>
      <w:tblGrid>
        <w:gridCol w:w="9639"/>
      </w:tblGrid>
      <w:tr w:rsidR="00C3434A" w:rsidRPr="00184562" w:rsidTr="008F38D6">
        <w:trPr>
          <w:trHeight w:val="270"/>
        </w:trPr>
        <w:tc>
          <w:tcPr>
            <w:tcW w:w="96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3F3F3"/>
          </w:tcPr>
          <w:p w:rsidR="00C3434A" w:rsidRPr="008F38D6" w:rsidRDefault="00C3434A" w:rsidP="008F38D6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lang w:bidi="fa-IR"/>
              </w:rPr>
            </w:pP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1-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عنوان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پا</w:t>
            </w:r>
            <w:r w:rsidRPr="008F38D6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ان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نامه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</w:p>
        </w:tc>
      </w:tr>
      <w:tr w:rsidR="00C3434A" w:rsidRPr="00184562" w:rsidTr="008F38D6">
        <w:trPr>
          <w:trHeight w:val="285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</w:tcPr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rtl/>
              </w:rPr>
            </w:pP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به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فارسي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>:</w:t>
            </w:r>
          </w:p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</w:rPr>
            </w:pP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به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انگليسي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>:</w:t>
            </w:r>
          </w:p>
        </w:tc>
      </w:tr>
      <w:tr w:rsidR="00C3434A" w:rsidRPr="00184562" w:rsidTr="008F38D6">
        <w:trPr>
          <w:trHeight w:val="450"/>
        </w:trPr>
        <w:tc>
          <w:tcPr>
            <w:tcW w:w="96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3F3F3"/>
          </w:tcPr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color w:val="000000"/>
                <w:sz w:val="28"/>
                <w:lang w:bidi="fa-IR"/>
              </w:rPr>
            </w:pP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2-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مشخصات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دانشجو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: </w:t>
            </w:r>
          </w:p>
        </w:tc>
      </w:tr>
      <w:tr w:rsidR="00C3434A" w:rsidRPr="00184562" w:rsidTr="008F38D6">
        <w:trPr>
          <w:trHeight w:val="695"/>
        </w:trPr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</w:tcPr>
          <w:p w:rsidR="00C3434A" w:rsidRPr="008F38D6" w:rsidRDefault="00C3434A" w:rsidP="008F38D6">
            <w:pPr>
              <w:pStyle w:val="BodyText"/>
              <w:rPr>
                <w:rFonts w:cs="B Lotus"/>
                <w:sz w:val="24"/>
                <w:szCs w:val="24"/>
                <w:rtl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>نام و نام خانوادگي:شماره دانشجوئي:</w:t>
            </w:r>
            <w:r>
              <w:rPr>
                <w:rFonts w:cs="B Lotus"/>
                <w:sz w:val="24"/>
                <w:szCs w:val="24"/>
                <w:rtl/>
              </w:rPr>
              <w:t xml:space="preserve"> رشته:                    </w:t>
            </w:r>
            <w:r w:rsidRPr="008F38D6">
              <w:rPr>
                <w:rFonts w:cs="B Lotus"/>
                <w:sz w:val="24"/>
                <w:szCs w:val="24"/>
                <w:rtl/>
              </w:rPr>
              <w:t>گرايش:</w:t>
            </w:r>
          </w:p>
          <w:p w:rsidR="00C3434A" w:rsidRPr="00184562" w:rsidRDefault="00C3434A" w:rsidP="008F38D6">
            <w:pPr>
              <w:bidi/>
              <w:jc w:val="lowKashida"/>
              <w:rPr>
                <w:rFonts w:ascii="F_mitra" w:hAnsi="F_mitra" w:cs="B Lotus"/>
                <w:b/>
                <w:bCs/>
                <w:sz w:val="32"/>
                <w:szCs w:val="32"/>
              </w:rPr>
            </w:pPr>
            <w:r w:rsidRPr="008F38D6">
              <w:rPr>
                <w:rFonts w:cs="B Lotus"/>
                <w:rtl/>
                <w:lang w:bidi="fa-IR"/>
              </w:rPr>
              <w:t xml:space="preserve">ایمیل:                   </w:t>
            </w:r>
            <w:r>
              <w:rPr>
                <w:rFonts w:cs="B Lotus"/>
                <w:rtl/>
                <w:lang w:bidi="fa-IR"/>
              </w:rPr>
              <w:t>سال ورود:</w:t>
            </w:r>
            <w:r w:rsidRPr="008F38D6">
              <w:rPr>
                <w:rFonts w:cs="B Lotus"/>
                <w:rtl/>
                <w:lang w:bidi="fa-IR"/>
              </w:rPr>
              <w:t xml:space="preserve">                       شماره تماس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>:</w:t>
            </w:r>
          </w:p>
        </w:tc>
      </w:tr>
      <w:tr w:rsidR="00C3434A" w:rsidRPr="00184562" w:rsidTr="008F38D6">
        <w:trPr>
          <w:trHeight w:val="534"/>
        </w:trPr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3F3F3"/>
          </w:tcPr>
          <w:p w:rsidR="00C3434A" w:rsidRPr="00184562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32"/>
                <w:szCs w:val="32"/>
                <w:lang w:bidi="fa-IR"/>
              </w:rPr>
            </w:pP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3-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مشخصات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استاد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 (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اسات</w:t>
            </w:r>
            <w:r w:rsidRPr="008F38D6">
              <w:rPr>
                <w:rFonts w:ascii="F_mitra" w:hAnsi="F_mitra" w:cs="B Lotus" w:hint="cs"/>
                <w:b/>
                <w:bCs/>
                <w:color w:val="000000"/>
                <w:sz w:val="28"/>
                <w:rtl/>
              </w:rPr>
              <w:t>ی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د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 )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راهنما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و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color w:val="000000"/>
                <w:sz w:val="28"/>
                <w:rtl/>
              </w:rPr>
              <w:t>مشاور</w:t>
            </w:r>
            <w:r w:rsidRPr="008F38D6">
              <w:rPr>
                <w:rFonts w:ascii="F_mitra" w:hAnsi="F_mitra" w:cs="B Lotus"/>
                <w:b/>
                <w:bCs/>
                <w:color w:val="000000"/>
                <w:sz w:val="28"/>
                <w:rtl/>
              </w:rPr>
              <w:t>:</w:t>
            </w:r>
          </w:p>
        </w:tc>
      </w:tr>
      <w:tr w:rsidR="00C3434A" w:rsidRPr="00184562" w:rsidTr="008F38D6">
        <w:trPr>
          <w:trHeight w:val="1474"/>
        </w:trPr>
        <w:tc>
          <w:tcPr>
            <w:tcW w:w="9639" w:type="dxa"/>
            <w:tcBorders>
              <w:top w:val="single" w:sz="6" w:space="0" w:color="auto"/>
              <w:bottom w:val="single" w:sz="4" w:space="0" w:color="auto"/>
            </w:tcBorders>
          </w:tcPr>
          <w:p w:rsidR="00C3434A" w:rsidRPr="008F38D6" w:rsidRDefault="00C3434A" w:rsidP="008F38D6">
            <w:pPr>
              <w:bidi/>
              <w:rPr>
                <w:rFonts w:cs="B Lotus"/>
                <w:rtl/>
                <w:lang w:bidi="fa-IR"/>
              </w:rPr>
            </w:pPr>
            <w:r w:rsidRPr="008F38D6">
              <w:rPr>
                <w:rFonts w:cs="B Lotus"/>
                <w:rtl/>
                <w:lang w:bidi="fa-IR"/>
              </w:rPr>
              <w:t>نام و نام خانوادگي استاد راهنما:                               مرتبه دانشگاهي:</w:t>
            </w:r>
          </w:p>
          <w:p w:rsidR="00C3434A" w:rsidRPr="008F38D6" w:rsidRDefault="00C3434A" w:rsidP="008F38D6">
            <w:pPr>
              <w:bidi/>
              <w:rPr>
                <w:rFonts w:cs="B Lotus"/>
                <w:rtl/>
                <w:lang w:bidi="fa-IR"/>
              </w:rPr>
            </w:pPr>
            <w:r w:rsidRPr="008F38D6">
              <w:rPr>
                <w:rFonts w:cs="B Lotus"/>
                <w:rtl/>
                <w:lang w:bidi="fa-IR"/>
              </w:rPr>
              <w:t>محل خدمت:    گرايش:</w:t>
            </w:r>
          </w:p>
          <w:p w:rsidR="00C3434A" w:rsidRPr="008F38D6" w:rsidRDefault="00C3434A" w:rsidP="008F38D6">
            <w:pPr>
              <w:pStyle w:val="BodyText"/>
              <w:bidi/>
              <w:jc w:val="left"/>
              <w:rPr>
                <w:rFonts w:cs="B Lotus"/>
                <w:sz w:val="24"/>
                <w:szCs w:val="24"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>ایمیل:                                              شماره تماس:</w:t>
            </w:r>
            <w:r>
              <w:rPr>
                <w:rFonts w:cs="B Lotus"/>
                <w:sz w:val="24"/>
                <w:szCs w:val="24"/>
                <w:rtl/>
              </w:rPr>
              <w:t xml:space="preserve">                              محل خدمت:</w:t>
            </w:r>
          </w:p>
        </w:tc>
      </w:tr>
      <w:tr w:rsidR="00C3434A" w:rsidRPr="00184562" w:rsidTr="00754671">
        <w:trPr>
          <w:trHeight w:val="1425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C3434A" w:rsidRPr="008F38D6" w:rsidRDefault="00C3434A" w:rsidP="008F38D6">
            <w:pPr>
              <w:pStyle w:val="BodyText"/>
              <w:bidi/>
              <w:jc w:val="left"/>
              <w:rPr>
                <w:rFonts w:cs="B Lotus"/>
                <w:sz w:val="24"/>
                <w:szCs w:val="24"/>
                <w:rtl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>نام ونام خانوادگی استاد راهنما</w:t>
            </w:r>
            <w:r>
              <w:rPr>
                <w:rFonts w:cs="B Lotus"/>
                <w:sz w:val="24"/>
                <w:szCs w:val="24"/>
                <w:rtl/>
              </w:rPr>
              <w:t>(دوم)</w:t>
            </w:r>
            <w:r w:rsidRPr="008F38D6">
              <w:rPr>
                <w:rFonts w:cs="B Lotus"/>
                <w:sz w:val="24"/>
                <w:szCs w:val="24"/>
                <w:rtl/>
              </w:rPr>
              <w:t xml:space="preserve">:                                مرتبه دانشگاهی : </w:t>
            </w:r>
          </w:p>
          <w:p w:rsidR="00C3434A" w:rsidRPr="008F38D6" w:rsidRDefault="00C3434A" w:rsidP="008F38D6">
            <w:pPr>
              <w:pStyle w:val="BodyText"/>
              <w:bidi/>
              <w:jc w:val="left"/>
              <w:rPr>
                <w:rFonts w:cs="B Lotus"/>
                <w:sz w:val="24"/>
                <w:szCs w:val="24"/>
                <w:rtl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 xml:space="preserve">محل خدمت :                                                     گرایش : </w:t>
            </w:r>
          </w:p>
          <w:p w:rsidR="00C3434A" w:rsidRPr="008F38D6" w:rsidRDefault="00C3434A" w:rsidP="008F38D6">
            <w:pPr>
              <w:pStyle w:val="BodyText"/>
              <w:bidi/>
              <w:jc w:val="left"/>
              <w:rPr>
                <w:rFonts w:cs="B Lotus"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>ایمیل:                                    شماره تماس:</w:t>
            </w:r>
            <w:r>
              <w:rPr>
                <w:rFonts w:cs="B Lotus"/>
                <w:sz w:val="24"/>
                <w:szCs w:val="24"/>
                <w:rtl/>
              </w:rPr>
              <w:t xml:space="preserve">                              محل خدمت:</w:t>
            </w:r>
          </w:p>
        </w:tc>
      </w:tr>
      <w:tr w:rsidR="00C3434A" w:rsidRPr="00184562" w:rsidTr="006B367C">
        <w:trPr>
          <w:trHeight w:val="1765"/>
        </w:trPr>
        <w:tc>
          <w:tcPr>
            <w:tcW w:w="9639" w:type="dxa"/>
            <w:tcBorders>
              <w:top w:val="single" w:sz="4" w:space="0" w:color="auto"/>
              <w:bottom w:val="nil"/>
            </w:tcBorders>
          </w:tcPr>
          <w:p w:rsidR="00C3434A" w:rsidRPr="008F38D6" w:rsidRDefault="00C3434A" w:rsidP="008F38D6">
            <w:pPr>
              <w:pStyle w:val="BodyText"/>
              <w:bidi/>
              <w:jc w:val="left"/>
              <w:rPr>
                <w:rFonts w:cs="B Lotus"/>
                <w:sz w:val="24"/>
                <w:szCs w:val="24"/>
                <w:rtl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>نام و نام خانوادگي استاد مشاور:  مرتبه دانشگاهي:</w:t>
            </w:r>
          </w:p>
          <w:p w:rsidR="00C3434A" w:rsidRPr="008F38D6" w:rsidRDefault="00C3434A" w:rsidP="008F38D6">
            <w:pPr>
              <w:bidi/>
              <w:rPr>
                <w:rFonts w:cs="B Lotus"/>
                <w:rtl/>
                <w:lang w:bidi="fa-IR"/>
              </w:rPr>
            </w:pPr>
            <w:r w:rsidRPr="008F38D6">
              <w:rPr>
                <w:rFonts w:cs="B Lotus"/>
                <w:rtl/>
                <w:lang w:bidi="fa-IR"/>
              </w:rPr>
              <w:t>محل خدمت:                                               گرايش:</w:t>
            </w:r>
          </w:p>
          <w:p w:rsidR="00C3434A" w:rsidRPr="008F38D6" w:rsidRDefault="00C3434A" w:rsidP="008F38D6">
            <w:pPr>
              <w:pStyle w:val="BodyText"/>
              <w:bidi/>
              <w:jc w:val="left"/>
              <w:rPr>
                <w:rFonts w:cs="B Lotus"/>
                <w:sz w:val="24"/>
                <w:szCs w:val="24"/>
              </w:rPr>
            </w:pPr>
            <w:r w:rsidRPr="008F38D6">
              <w:rPr>
                <w:rFonts w:cs="B Lotus"/>
                <w:sz w:val="24"/>
                <w:szCs w:val="24"/>
                <w:rtl/>
              </w:rPr>
              <w:t>ایمیل:                                      شماره تماس:</w:t>
            </w:r>
            <w:r>
              <w:rPr>
                <w:rFonts w:cs="B Lotus"/>
                <w:sz w:val="24"/>
                <w:szCs w:val="24"/>
                <w:rtl/>
              </w:rPr>
              <w:t xml:space="preserve">                                 محل خدمت:</w:t>
            </w:r>
          </w:p>
        </w:tc>
      </w:tr>
      <w:tr w:rsidR="00C3434A" w:rsidRPr="008F38D6" w:rsidTr="008F38D6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534"/>
        </w:trPr>
        <w:tc>
          <w:tcPr>
            <w:tcW w:w="9639" w:type="dxa"/>
            <w:shd w:val="clear" w:color="auto" w:fill="F3F3F3"/>
          </w:tcPr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30"/>
                <w:szCs w:val="28"/>
                <w:lang w:bidi="fa-IR"/>
              </w:rPr>
            </w:pPr>
            <w:r w:rsidRPr="00B43E8E">
              <w:rPr>
                <w:rFonts w:ascii="F_mitra" w:hAnsi="F_mitra" w:cs="B Lotus"/>
                <w:b/>
                <w:bCs/>
                <w:sz w:val="26"/>
                <w:szCs w:val="22"/>
                <w:rtl/>
              </w:rPr>
              <w:t>4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-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نوع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پروژه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: 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بن</w:t>
            </w:r>
            <w:r w:rsidRPr="00B43E8E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اد</w:t>
            </w:r>
            <w:r w:rsidRPr="00B43E8E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</w:t>
            </w:r>
            <w:r w:rsidRPr="00B43E8E">
              <w:rPr>
                <w:rFonts w:ascii="F_mitra" w:hAnsi="F_mitra" w:cs="B Lotus"/>
                <w:b/>
                <w:bCs/>
                <w:sz w:val="28"/>
                <w:szCs w:val="28"/>
              </w:rPr>
              <w:sym w:font="Wingdings 2" w:char="F0A3"/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نظر</w:t>
            </w:r>
            <w:r w:rsidRPr="00B43E8E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B43E8E">
              <w:rPr>
                <w:rFonts w:ascii="F_mitra" w:hAnsi="F_mitra" w:cs="B Lotus"/>
                <w:b/>
                <w:bCs/>
                <w:sz w:val="28"/>
                <w:szCs w:val="28"/>
              </w:rPr>
              <w:sym w:font="Wingdings 2" w:char="F0A3"/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  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کاربرد</w:t>
            </w:r>
            <w:r w:rsidRPr="00B43E8E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</w:t>
            </w:r>
            <w:r w:rsidRPr="00B43E8E">
              <w:rPr>
                <w:rFonts w:ascii="F_mitra" w:hAnsi="F_mitra" w:cs="B Lotus"/>
                <w:b/>
                <w:bCs/>
                <w:sz w:val="28"/>
                <w:szCs w:val="28"/>
              </w:rPr>
              <w:sym w:font="Wingdings 2" w:char="F0A3"/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 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توسعه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ا</w:t>
            </w:r>
            <w:r w:rsidRPr="00B43E8E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</w:t>
            </w:r>
            <w:r w:rsidRPr="00B43E8E">
              <w:rPr>
                <w:rFonts w:ascii="F_mitra" w:hAnsi="F_mitra" w:cs="B Lotus"/>
                <w:b/>
                <w:bCs/>
                <w:sz w:val="28"/>
                <w:szCs w:val="28"/>
              </w:rPr>
              <w:sym w:font="Wingdings 2" w:char="F0A3"/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     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غ</w:t>
            </w:r>
            <w:r w:rsidRPr="00B43E8E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B43E8E">
              <w:rPr>
                <w:rFonts w:ascii="F_mitra" w:hAnsi="F_mitra" w:cs="B Lotus" w:hint="eastAsia"/>
                <w:b/>
                <w:bCs/>
                <w:sz w:val="28"/>
                <w:rtl/>
              </w:rPr>
              <w:t>ره</w:t>
            </w:r>
            <w:r w:rsidRPr="00B43E8E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B43E8E">
              <w:rPr>
                <w:rFonts w:ascii="F_mitra" w:hAnsi="F_mitra" w:cs="B Lotus"/>
                <w:b/>
                <w:bCs/>
                <w:sz w:val="28"/>
                <w:szCs w:val="28"/>
              </w:rPr>
              <w:sym w:font="Wingdings 2" w:char="F0A3"/>
            </w:r>
          </w:p>
        </w:tc>
      </w:tr>
    </w:tbl>
    <w:p w:rsidR="00C3434A" w:rsidRPr="000F1743" w:rsidRDefault="00C3434A" w:rsidP="008F38D6">
      <w:pPr>
        <w:bidi/>
        <w:ind w:firstLine="126"/>
        <w:jc w:val="center"/>
        <w:rPr>
          <w:rFonts w:cs="B Zar"/>
          <w:b/>
          <w:bCs/>
          <w:color w:val="FF0000"/>
          <w:sz w:val="28"/>
          <w:szCs w:val="28"/>
          <w:rtl/>
          <w:lang w:bidi="fa-IR"/>
        </w:rPr>
      </w:pPr>
    </w:p>
    <w:p w:rsidR="00C3434A" w:rsidRDefault="00C3434A">
      <w:pPr>
        <w:rPr>
          <w:rFonts w:cs="B Lotus"/>
          <w:b/>
          <w:bCs/>
          <w:sz w:val="22"/>
          <w:szCs w:val="22"/>
          <w:rtl/>
        </w:rPr>
      </w:pPr>
      <w:r>
        <w:rPr>
          <w:rFonts w:cs="B Lotus"/>
          <w:b/>
          <w:bCs/>
          <w:sz w:val="22"/>
          <w:szCs w:val="22"/>
          <w:rtl/>
        </w:rPr>
        <w:br w:type="page"/>
      </w:r>
    </w:p>
    <w:p w:rsidR="00C3434A" w:rsidRPr="00A66C00" w:rsidRDefault="00C3434A">
      <w:pPr>
        <w:jc w:val="right"/>
        <w:rPr>
          <w:rFonts w:cs="B Lotus"/>
          <w:sz w:val="14"/>
          <w:szCs w:val="14"/>
          <w:lang w:bidi="fa-IR"/>
        </w:rPr>
      </w:pPr>
    </w:p>
    <w:p w:rsidR="00C3434A" w:rsidRDefault="00C3434A">
      <w:pPr>
        <w:jc w:val="right"/>
        <w:rPr>
          <w:rFonts w:cs="B Lotus"/>
          <w:sz w:val="18"/>
          <w:szCs w:val="18"/>
          <w:lang w:bidi="fa-IR"/>
        </w:rPr>
      </w:pPr>
    </w:p>
    <w:p w:rsidR="00C3434A" w:rsidRPr="000F1743" w:rsidRDefault="00C3434A" w:rsidP="00D01F3D">
      <w:pPr>
        <w:ind w:right="126"/>
        <w:jc w:val="right"/>
        <w:rPr>
          <w:rFonts w:cs="B Lotus"/>
          <w:b/>
          <w:bCs/>
          <w:sz w:val="28"/>
          <w:szCs w:val="28"/>
          <w:rtl/>
          <w:lang w:bidi="fa-IR"/>
        </w:rPr>
      </w:pPr>
      <w:r w:rsidRPr="000F1743">
        <w:rPr>
          <w:rFonts w:cs="B Lotus"/>
          <w:b/>
          <w:bCs/>
          <w:sz w:val="28"/>
          <w:szCs w:val="28"/>
          <w:rtl/>
          <w:lang w:bidi="fa-IR"/>
        </w:rPr>
        <w:t>اطلاعات مربوط به پايان نامه</w:t>
      </w:r>
    </w:p>
    <w:tbl>
      <w:tblPr>
        <w:tblW w:w="0" w:type="auto"/>
        <w:jc w:val="center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7"/>
        <w:gridCol w:w="5653"/>
      </w:tblGrid>
      <w:tr w:rsidR="00C3434A" w:rsidRPr="00332331" w:rsidTr="00EF453B">
        <w:trPr>
          <w:trHeight w:val="10190"/>
          <w:jc w:val="center"/>
        </w:trPr>
        <w:tc>
          <w:tcPr>
            <w:tcW w:w="11000" w:type="dxa"/>
            <w:gridSpan w:val="2"/>
          </w:tcPr>
          <w:p w:rsidR="00C3434A" w:rsidRPr="00E769F7" w:rsidRDefault="00C3434A" w:rsidP="00440F10">
            <w:pPr>
              <w:bidi/>
              <w:jc w:val="both"/>
              <w:rPr>
                <w:rFonts w:cs="B Lotus"/>
                <w:sz w:val="10"/>
                <w:szCs w:val="10"/>
                <w:lang w:bidi="fa-IR"/>
              </w:rPr>
            </w:pPr>
          </w:p>
          <w:p w:rsidR="00C3434A" w:rsidRPr="00DB7E95" w:rsidRDefault="00C3434A" w:rsidP="00A16938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="B Lotus" w:hAnsi="B Lotus" w:cs="B Lotus"/>
                <w:b/>
                <w:bCs/>
              </w:rPr>
            </w:pPr>
            <w:r w:rsidRPr="00DB7E95">
              <w:rPr>
                <w:rFonts w:ascii="B Lotus" w:hAnsi="B Lotus" w:cs="B Lotus" w:hint="eastAsia"/>
                <w:b/>
                <w:bCs/>
                <w:rtl/>
              </w:rPr>
              <w:t>طرح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ب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ان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مسئله</w:t>
            </w:r>
            <w:r w:rsidRPr="00DB7E95">
              <w:rPr>
                <w:rFonts w:cs="B Lotus"/>
                <w:b/>
                <w:bCs/>
                <w:rtl/>
                <w:lang w:bidi="fa-IR"/>
              </w:rPr>
              <w:t>(بین 300-500 کلمه):</w:t>
            </w:r>
          </w:p>
          <w:p w:rsidR="00C3434A" w:rsidRPr="00DB7E95" w:rsidRDefault="00C3434A" w:rsidP="00A16938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="B Lotus" w:hAnsi="B Lotus" w:cs="B Lotus"/>
                <w:b/>
                <w:bCs/>
              </w:rPr>
            </w:pPr>
            <w:r w:rsidRPr="00DB7E95">
              <w:rPr>
                <w:rFonts w:ascii="B Lotus" w:hAnsi="B Lotus" w:cs="B Lotus" w:hint="eastAsia"/>
                <w:b/>
                <w:bCs/>
                <w:rtl/>
              </w:rPr>
              <w:t>پ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ش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نه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:</w:t>
            </w:r>
          </w:p>
          <w:p w:rsidR="00C3434A" w:rsidRPr="00DB7E95" w:rsidRDefault="00C3434A" w:rsidP="00A16938">
            <w:pPr>
              <w:pStyle w:val="ListParagraph"/>
              <w:numPr>
                <w:ilvl w:val="0"/>
                <w:numId w:val="17"/>
              </w:numPr>
              <w:bidi/>
              <w:jc w:val="both"/>
              <w:rPr>
                <w:rFonts w:ascii="B Lotus" w:hAnsi="B Lotus" w:cs="B Lotus"/>
                <w:b/>
                <w:bCs/>
                <w:rtl/>
              </w:rPr>
            </w:pPr>
            <w:r w:rsidRPr="00DB7E95">
              <w:rPr>
                <w:rFonts w:ascii="B Lotus" w:hAnsi="B Lotus" w:cs="B Lotus" w:hint="eastAsia"/>
                <w:b/>
                <w:bCs/>
                <w:rtl/>
              </w:rPr>
              <w:t>ضرورت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اهم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ت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:</w:t>
            </w:r>
          </w:p>
          <w:p w:rsidR="00C3434A" w:rsidRPr="00DB7E95" w:rsidRDefault="00C3434A" w:rsidP="00EA1894">
            <w:pPr>
              <w:pStyle w:val="ListParagraph"/>
              <w:tabs>
                <w:tab w:val="right" w:pos="10710"/>
              </w:tabs>
              <w:bidi/>
              <w:ind w:left="55" w:right="109"/>
              <w:jc w:val="both"/>
              <w:rPr>
                <w:rFonts w:ascii="B Lotus" w:hAnsi="B Lotus" w:cs="B Lotus"/>
                <w:b/>
                <w:bCs/>
                <w:rtl/>
              </w:rPr>
            </w:pPr>
            <w:r>
              <w:rPr>
                <w:rFonts w:ascii="B Lotus" w:hAnsi="B Lotus" w:cs="B Lotus"/>
                <w:b/>
                <w:bCs/>
                <w:rtl/>
              </w:rPr>
              <w:t xml:space="preserve">8- </w:t>
            </w:r>
            <w:r>
              <w:rPr>
                <w:rFonts w:ascii="B Lotus" w:hAnsi="B Lotus" w:cs="B Lotus" w:hint="eastAsia"/>
                <w:b/>
                <w:bCs/>
                <w:rtl/>
              </w:rPr>
              <w:t>اهداف</w:t>
            </w:r>
            <w:r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>
              <w:rPr>
                <w:rFonts w:ascii="B Lotus" w:hAnsi="B Lotus" w:cs="B Lotus" w:hint="eastAsia"/>
                <w:b/>
                <w:bCs/>
                <w:rtl/>
              </w:rPr>
              <w:t>تحق</w:t>
            </w:r>
            <w:r>
              <w:rPr>
                <w:rFonts w:ascii="B Lotus" w:hAnsi="B Lotus" w:cs="B Lotus" w:hint="cs"/>
                <w:b/>
                <w:bCs/>
                <w:rtl/>
              </w:rPr>
              <w:t>ی</w:t>
            </w:r>
            <w:r>
              <w:rPr>
                <w:rFonts w:ascii="B Lotus" w:hAnsi="B Lotus" w:cs="B Lotus" w:hint="eastAsia"/>
                <w:b/>
                <w:bCs/>
                <w:rtl/>
              </w:rPr>
              <w:t>ق</w:t>
            </w:r>
            <w:r>
              <w:rPr>
                <w:rFonts w:ascii="B Lotus" w:hAnsi="B Lotus" w:cs="B Lotus"/>
                <w:b/>
                <w:bCs/>
                <w:rtl/>
              </w:rPr>
              <w:t>(</w:t>
            </w:r>
            <w:r>
              <w:rPr>
                <w:rFonts w:ascii="B Lotus" w:hAnsi="B Lotus" w:cs="B Lotus" w:hint="eastAsia"/>
                <w:b/>
                <w:bCs/>
                <w:rtl/>
              </w:rPr>
              <w:t>کلان</w:t>
            </w:r>
            <w:r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>
              <w:rPr>
                <w:rFonts w:ascii="B Lotus" w:hAnsi="B Lotus" w:cs="B Lotus" w:hint="eastAsia"/>
                <w:b/>
                <w:bCs/>
                <w:rtl/>
              </w:rPr>
              <w:t>خرد</w:t>
            </w:r>
            <w:r>
              <w:rPr>
                <w:rFonts w:ascii="B Lotus" w:hAnsi="B Lotus" w:cs="B Lotus"/>
                <w:b/>
                <w:bCs/>
                <w:rtl/>
              </w:rPr>
              <w:t>):</w:t>
            </w:r>
          </w:p>
          <w:p w:rsidR="00C3434A" w:rsidRPr="00DB7E95" w:rsidRDefault="00C3434A" w:rsidP="00EA1894">
            <w:pPr>
              <w:pStyle w:val="ListParagraph"/>
              <w:bidi/>
              <w:ind w:left="55" w:right="109"/>
              <w:jc w:val="both"/>
              <w:rPr>
                <w:rFonts w:ascii="B Lotus" w:hAnsi="B Lotus" w:cs="B Lotus"/>
                <w:b/>
                <w:bCs/>
                <w:rtl/>
              </w:rPr>
            </w:pPr>
            <w:r>
              <w:rPr>
                <w:rFonts w:ascii="B Lotus" w:hAnsi="B Lotus" w:cs="B Lotus"/>
                <w:b/>
                <w:bCs/>
                <w:rtl/>
              </w:rPr>
              <w:t>9-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سوالات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ا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فرض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:</w:t>
            </w:r>
          </w:p>
          <w:p w:rsidR="00C3434A" w:rsidRPr="00DB7E95" w:rsidRDefault="00C3434A" w:rsidP="00EA1894">
            <w:pPr>
              <w:pStyle w:val="ListParagraph"/>
              <w:bidi/>
              <w:ind w:left="55" w:right="109"/>
              <w:jc w:val="both"/>
              <w:rPr>
                <w:rFonts w:ascii="B Lotus" w:hAnsi="B Lotus" w:cs="B Lotus"/>
                <w:b/>
                <w:bCs/>
                <w:rtl/>
              </w:rPr>
            </w:pPr>
            <w:r>
              <w:rPr>
                <w:rFonts w:ascii="B Lotus" w:hAnsi="B Lotus" w:cs="B Lotus"/>
                <w:b/>
                <w:bCs/>
                <w:rtl/>
              </w:rPr>
              <w:t>10-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مکان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(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سا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ت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)/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محدوده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/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جامعه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آمار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حجم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نمونه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:</w:t>
            </w:r>
          </w:p>
          <w:p w:rsidR="00C3434A" w:rsidRPr="00DB7E95" w:rsidRDefault="00C3434A" w:rsidP="00EA1894">
            <w:pPr>
              <w:pStyle w:val="ListParagraph"/>
              <w:bidi/>
              <w:ind w:left="55" w:right="109"/>
              <w:jc w:val="both"/>
              <w:rPr>
                <w:rFonts w:ascii="B Lotus" w:hAnsi="B Lotus" w:cs="B Lotus"/>
                <w:b/>
                <w:bCs/>
              </w:rPr>
            </w:pPr>
            <w:r>
              <w:rPr>
                <w:rFonts w:ascii="B Lotus" w:hAnsi="B Lotus" w:cs="B Lotus"/>
                <w:b/>
                <w:bCs/>
                <w:rtl/>
              </w:rPr>
              <w:t>11-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روش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تحق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ق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(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روش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گردآور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تحل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ل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داده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ها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):</w:t>
            </w:r>
          </w:p>
          <w:p w:rsidR="00C3434A" w:rsidRPr="00DB7E95" w:rsidRDefault="00C3434A" w:rsidP="00EA1894">
            <w:pPr>
              <w:pStyle w:val="ListParagraph"/>
              <w:bidi/>
              <w:ind w:left="55" w:right="109"/>
              <w:jc w:val="both"/>
              <w:rPr>
                <w:rFonts w:ascii="B Lotus" w:hAnsi="B Lotus" w:cs="B Lotus"/>
                <w:b/>
                <w:bCs/>
                <w:rtl/>
              </w:rPr>
            </w:pPr>
            <w:r>
              <w:rPr>
                <w:rFonts w:ascii="B Lotus" w:hAnsi="B Lotus" w:cs="B Lotus"/>
                <w:b/>
                <w:bCs/>
                <w:rtl/>
              </w:rPr>
              <w:t>12-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کاربرد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نتا</w:t>
            </w:r>
            <w:r w:rsidRPr="00DB7E95">
              <w:rPr>
                <w:rFonts w:ascii="B Lotus" w:hAnsi="B Lotus" w:cs="B Lotus" w:hint="cs"/>
                <w:b/>
                <w:bCs/>
                <w:rtl/>
              </w:rPr>
              <w:t>ی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ج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/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بهره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برداران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:</w:t>
            </w:r>
          </w:p>
          <w:p w:rsidR="00C3434A" w:rsidRPr="00DB7E95" w:rsidRDefault="00C3434A" w:rsidP="00EA1894">
            <w:pPr>
              <w:pStyle w:val="ListParagraph"/>
              <w:bidi/>
              <w:ind w:left="55" w:right="109"/>
              <w:jc w:val="both"/>
              <w:rPr>
                <w:rFonts w:ascii="B Lotus" w:hAnsi="B Lotus" w:cs="B Lotus"/>
                <w:b/>
                <w:bCs/>
              </w:rPr>
            </w:pPr>
            <w:r>
              <w:rPr>
                <w:rFonts w:ascii="B Lotus" w:hAnsi="B Lotus" w:cs="B Lotus"/>
                <w:b/>
                <w:bCs/>
                <w:rtl/>
              </w:rPr>
              <w:t>13-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منابع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و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 xml:space="preserve"> </w:t>
            </w:r>
            <w:r w:rsidRPr="00DB7E95">
              <w:rPr>
                <w:rFonts w:ascii="B Lotus" w:hAnsi="B Lotus" w:cs="B Lotus" w:hint="eastAsia"/>
                <w:b/>
                <w:bCs/>
                <w:rtl/>
              </w:rPr>
              <w:t>مآخذ</w:t>
            </w:r>
            <w:r w:rsidRPr="00DB7E95">
              <w:rPr>
                <w:rFonts w:ascii="B Lotus" w:hAnsi="B Lotus" w:cs="B Lotus"/>
                <w:b/>
                <w:bCs/>
                <w:rtl/>
              </w:rPr>
              <w:t>:</w:t>
            </w:r>
          </w:p>
          <w:p w:rsidR="00C3434A" w:rsidRDefault="00C3434A" w:rsidP="00EA1894">
            <w:pPr>
              <w:pStyle w:val="ListParagraph"/>
              <w:bidi/>
              <w:ind w:left="55" w:right="109"/>
              <w:jc w:val="both"/>
              <w:rPr>
                <w:rFonts w:ascii="B Lotus" w:hAnsi="B Lotus" w:cs="B Lotus"/>
                <w:b/>
                <w:bCs/>
                <w:sz w:val="28"/>
                <w:szCs w:val="28"/>
              </w:rPr>
            </w:pPr>
            <w:r>
              <w:rPr>
                <w:rFonts w:ascii="F_mitra" w:hAnsi="F_mitra" w:cs="B Nazanin"/>
                <w:b/>
                <w:bCs/>
                <w:rtl/>
              </w:rPr>
              <w:t>14-</w:t>
            </w:r>
            <w:r w:rsidRPr="00B43E8E">
              <w:rPr>
                <w:rFonts w:ascii="F_mitra" w:hAnsi="F_mitra" w:cs="B Nazanin" w:hint="eastAsia"/>
                <w:b/>
                <w:bCs/>
                <w:rtl/>
              </w:rPr>
              <w:t>زمان</w:t>
            </w:r>
            <w:r w:rsidRPr="00B43E8E">
              <w:rPr>
                <w:rFonts w:ascii="F_mitra" w:hAnsi="F_mitra" w:cs="B Nazanin"/>
                <w:b/>
                <w:bCs/>
                <w:rtl/>
              </w:rPr>
              <w:t xml:space="preserve"> </w:t>
            </w:r>
            <w:r w:rsidRPr="00B43E8E">
              <w:rPr>
                <w:rFonts w:ascii="F_mitra" w:hAnsi="F_mitra" w:cs="B Nazanin" w:hint="eastAsia"/>
                <w:b/>
                <w:bCs/>
                <w:rtl/>
              </w:rPr>
              <w:t>بنديانجام</w:t>
            </w:r>
            <w:r w:rsidRPr="00B43E8E">
              <w:rPr>
                <w:rFonts w:ascii="F_mitra" w:hAnsi="F_mitra" w:cs="B Nazanin" w:hint="eastAsia"/>
                <w:b/>
                <w:bCs/>
                <w:rtl/>
                <w:lang w:bidi="fa-IR"/>
              </w:rPr>
              <w:t>پايان</w:t>
            </w:r>
            <w:r w:rsidRPr="00B43E8E">
              <w:rPr>
                <w:rFonts w:ascii="F_mitra" w:hAnsi="F_mitra" w:cs="B Nazanin"/>
                <w:b/>
                <w:bCs/>
                <w:rtl/>
                <w:lang w:bidi="fa-IR"/>
              </w:rPr>
              <w:t xml:space="preserve"> </w:t>
            </w:r>
            <w:r w:rsidRPr="00B43E8E">
              <w:rPr>
                <w:rFonts w:ascii="F_mitra" w:hAnsi="F_mitra" w:cs="B Nazanin" w:hint="eastAsia"/>
                <w:b/>
                <w:bCs/>
                <w:rtl/>
                <w:lang w:bidi="fa-IR"/>
              </w:rPr>
              <w:t>نامه</w:t>
            </w:r>
          </w:p>
          <w:tbl>
            <w:tblPr>
              <w:bidiVisual/>
              <w:tblW w:w="992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782"/>
              <w:gridCol w:w="428"/>
              <w:gridCol w:w="428"/>
              <w:gridCol w:w="429"/>
              <w:gridCol w:w="428"/>
              <w:gridCol w:w="429"/>
              <w:gridCol w:w="428"/>
              <w:gridCol w:w="428"/>
              <w:gridCol w:w="429"/>
              <w:gridCol w:w="428"/>
              <w:gridCol w:w="429"/>
              <w:gridCol w:w="428"/>
              <w:gridCol w:w="429"/>
            </w:tblGrid>
            <w:tr w:rsidR="00C3434A" w:rsidRPr="00184562" w:rsidTr="008F38D6">
              <w:trPr>
                <w:jc w:val="center"/>
              </w:trPr>
              <w:tc>
                <w:tcPr>
                  <w:tcW w:w="9923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8F38D6">
                  <w:pPr>
                    <w:bidi/>
                    <w:spacing w:line="211" w:lineRule="auto"/>
                    <w:jc w:val="lowKashida"/>
                    <w:rPr>
                      <w:rFonts w:ascii="F_mitra" w:hAnsi="F_mitra" w:cs="B Lotus"/>
                      <w:sz w:val="32"/>
                      <w:szCs w:val="32"/>
                    </w:rPr>
                  </w:pPr>
                  <w:r w:rsidRPr="00184562">
                    <w:rPr>
                      <w:rFonts w:ascii="F_mitra" w:hAnsi="F_mitra" w:cs="B Lotus" w:hint="eastAsia"/>
                      <w:sz w:val="32"/>
                      <w:szCs w:val="32"/>
                      <w:rtl/>
                    </w:rPr>
                    <w:t>تاريخ</w:t>
                  </w:r>
                  <w:r w:rsidRPr="00184562">
                    <w:rPr>
                      <w:rFonts w:ascii="F_mitra" w:hAnsi="F_mitra" w:cs="B Lotus"/>
                      <w:sz w:val="32"/>
                      <w:szCs w:val="32"/>
                      <w:rtl/>
                    </w:rPr>
                    <w:t xml:space="preserve"> </w:t>
                  </w:r>
                  <w:r w:rsidRPr="00184562">
                    <w:rPr>
                      <w:rFonts w:ascii="F_mitra" w:hAnsi="F_mitra" w:cs="B Lotus" w:hint="eastAsia"/>
                      <w:sz w:val="32"/>
                      <w:szCs w:val="32"/>
                      <w:rtl/>
                    </w:rPr>
                    <w:t>شروع</w:t>
                  </w:r>
                  <w:r w:rsidRPr="00184562">
                    <w:rPr>
                      <w:rFonts w:ascii="F_mitra" w:hAnsi="F_mitra" w:cs="B Lotus"/>
                      <w:sz w:val="32"/>
                      <w:szCs w:val="32"/>
                      <w:rtl/>
                    </w:rPr>
                    <w:t>:</w:t>
                  </w: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C3434A" w:rsidRDefault="00C3434A" w:rsidP="008F38D6">
                  <w:pPr>
                    <w:pStyle w:val="Heading7"/>
                    <w:bidi/>
                    <w:spacing w:line="158" w:lineRule="auto"/>
                    <w:rPr>
                      <w:rFonts w:ascii="F_mitra" w:hAnsi="F_mitra" w:cs="B Lotus"/>
                      <w:sz w:val="28"/>
                      <w:szCs w:val="24"/>
                      <w:rtl/>
                    </w:rPr>
                  </w:pPr>
                  <w:r w:rsidRPr="008F38D6">
                    <w:rPr>
                      <w:rFonts w:ascii="F_mitra" w:hAnsi="F_mitra" w:cs="B Lotus" w:hint="eastAsia"/>
                      <w:sz w:val="28"/>
                      <w:szCs w:val="24"/>
                      <w:rtl/>
                    </w:rPr>
                    <w:t>زمان</w:t>
                  </w:r>
                  <w:r w:rsidRPr="008F38D6">
                    <w:rPr>
                      <w:rFonts w:ascii="F_mitra" w:hAnsi="F_mitra" w:cs="B Lotus"/>
                      <w:sz w:val="28"/>
                      <w:szCs w:val="24"/>
                      <w:rtl/>
                    </w:rPr>
                    <w:t xml:space="preserve"> ( </w:t>
                  </w:r>
                  <w:r w:rsidRPr="008F38D6">
                    <w:rPr>
                      <w:rFonts w:ascii="F_mitra" w:hAnsi="F_mitra" w:cs="B Lotus" w:hint="eastAsia"/>
                      <w:sz w:val="28"/>
                      <w:szCs w:val="24"/>
                      <w:rtl/>
                    </w:rPr>
                    <w:t>ماه</w:t>
                  </w:r>
                  <w:r w:rsidRPr="008F38D6">
                    <w:rPr>
                      <w:rFonts w:ascii="F_mitra" w:hAnsi="F_mitra" w:cs="B Lotus"/>
                      <w:sz w:val="28"/>
                      <w:szCs w:val="24"/>
                      <w:rtl/>
                    </w:rPr>
                    <w:t>)</w:t>
                  </w:r>
                </w:p>
                <w:p w:rsidR="00C3434A" w:rsidRPr="008F38D6" w:rsidRDefault="00C3434A" w:rsidP="008F38D6">
                  <w:pPr>
                    <w:pStyle w:val="Heading7"/>
                    <w:bidi/>
                    <w:spacing w:line="158" w:lineRule="auto"/>
                    <w:jc w:val="both"/>
                  </w:pPr>
                  <w:r w:rsidRPr="008F38D6">
                    <w:rPr>
                      <w:rFonts w:ascii="F_mitra" w:hAnsi="F_mitra" w:cs="B Lotus"/>
                      <w:sz w:val="28"/>
                      <w:szCs w:val="24"/>
                      <w:rtl/>
                    </w:rPr>
                    <w:t xml:space="preserve"> </w:t>
                  </w:r>
                  <w:r w:rsidRPr="008F38D6">
                    <w:rPr>
                      <w:rFonts w:ascii="F_mitra" w:hAnsi="F_mitra" w:cs="B Lotus" w:hint="eastAsia"/>
                      <w:sz w:val="28"/>
                      <w:szCs w:val="24"/>
                      <w:rtl/>
                    </w:rPr>
                    <w:t>مراحل</w:t>
                  </w:r>
                  <w:r w:rsidRPr="008F38D6">
                    <w:rPr>
                      <w:rFonts w:ascii="F_mitra" w:hAnsi="F_mitra" w:cs="B Lotus"/>
                      <w:sz w:val="28"/>
                      <w:szCs w:val="24"/>
                      <w:rtl/>
                    </w:rPr>
                    <w:t xml:space="preserve"> </w:t>
                  </w:r>
                  <w:r w:rsidRPr="008F38D6">
                    <w:rPr>
                      <w:rFonts w:ascii="F_mitra" w:hAnsi="F_mitra" w:cs="B Lotus" w:hint="eastAsia"/>
                      <w:sz w:val="28"/>
                      <w:szCs w:val="24"/>
                      <w:rtl/>
                    </w:rPr>
                    <w:t>انجام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1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8F38D6">
                  <w:pPr>
                    <w:bidi/>
                    <w:spacing w:line="158" w:lineRule="auto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2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3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4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5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6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7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8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9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10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11</w:t>
                  </w: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434A" w:rsidRPr="00D15F83" w:rsidRDefault="00C3434A" w:rsidP="003A3007">
                  <w:pPr>
                    <w:bidi/>
                    <w:spacing w:line="158" w:lineRule="auto"/>
                    <w:jc w:val="center"/>
                    <w:rPr>
                      <w:rFonts w:ascii="F_mitra" w:hAnsi="F_mitra" w:cs="B Lotus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F_mitra" w:hAnsi="F_mitra" w:cs="B Lotus"/>
                      <w:b/>
                      <w:bCs/>
                      <w:sz w:val="22"/>
                      <w:szCs w:val="22"/>
                      <w:rtl/>
                    </w:rPr>
                    <w:t>12</w:t>
                  </w: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pStyle w:val="Heading7"/>
                    <w:spacing w:line="132" w:lineRule="auto"/>
                    <w:jc w:val="both"/>
                    <w:rPr>
                      <w:rFonts w:ascii="F_mitra" w:hAnsi="F_mitra" w:cs="B Lotus"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  <w:tr w:rsidR="00C3434A" w:rsidRPr="00184562" w:rsidTr="008F38D6">
              <w:trPr>
                <w:trHeight w:val="475"/>
                <w:jc w:val="center"/>
              </w:trPr>
              <w:tc>
                <w:tcPr>
                  <w:tcW w:w="4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434A" w:rsidRPr="00184562" w:rsidRDefault="00C3434A" w:rsidP="003A3007">
                  <w:pPr>
                    <w:bidi/>
                    <w:spacing w:line="132" w:lineRule="auto"/>
                    <w:jc w:val="lowKashida"/>
                    <w:rPr>
                      <w:rFonts w:ascii="F_mitra" w:hAnsi="F_mitra" w:cs="B Lotus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:rsidR="00C3434A" w:rsidRPr="00742DC8" w:rsidRDefault="00C3434A" w:rsidP="00742DC8">
            <w:pPr>
              <w:bidi/>
              <w:ind w:left="55" w:right="109"/>
              <w:jc w:val="both"/>
              <w:rPr>
                <w:rFonts w:ascii="B Lotus" w:hAnsi="B Lotus" w:cs="B Lotus"/>
                <w:b/>
                <w:bCs/>
                <w:sz w:val="28"/>
                <w:szCs w:val="28"/>
                <w:rtl/>
              </w:rPr>
            </w:pPr>
          </w:p>
          <w:p w:rsidR="00C3434A" w:rsidRPr="003F732D" w:rsidRDefault="00C3434A" w:rsidP="00742DC8">
            <w:pPr>
              <w:bidi/>
              <w:ind w:left="55" w:right="109"/>
              <w:jc w:val="both"/>
              <w:rPr>
                <w:rFonts w:cs="B Lotus"/>
                <w:b/>
                <w:bCs/>
                <w:noProof/>
                <w:lang w:eastAsia="ja-JP" w:bidi="fa-IR"/>
              </w:rPr>
            </w:pPr>
          </w:p>
        </w:tc>
      </w:tr>
      <w:tr w:rsidR="00C3434A" w:rsidRPr="00332331" w:rsidTr="004B220F">
        <w:trPr>
          <w:jc w:val="center"/>
        </w:trPr>
        <w:tc>
          <w:tcPr>
            <w:tcW w:w="5347" w:type="dxa"/>
          </w:tcPr>
          <w:p w:rsidR="00C3434A" w:rsidRPr="00332331" w:rsidRDefault="00C3434A" w:rsidP="00332331">
            <w:pPr>
              <w:jc w:val="right"/>
              <w:rPr>
                <w:rFonts w:cs="B Lotus"/>
                <w:lang w:bidi="fa-IR"/>
              </w:rPr>
            </w:pPr>
            <w:r w:rsidRPr="00332331">
              <w:rPr>
                <w:rFonts w:cs="B Lotus"/>
                <w:rtl/>
                <w:lang w:bidi="fa-IR"/>
              </w:rPr>
              <w:t>تعداد واحد پايان نامه:</w:t>
            </w:r>
          </w:p>
        </w:tc>
        <w:tc>
          <w:tcPr>
            <w:tcW w:w="5653" w:type="dxa"/>
          </w:tcPr>
          <w:p w:rsidR="00C3434A" w:rsidRPr="00332331" w:rsidRDefault="00C3434A" w:rsidP="00332331">
            <w:pPr>
              <w:jc w:val="right"/>
              <w:rPr>
                <w:rFonts w:cs="B Lotus"/>
                <w:lang w:bidi="fa-IR"/>
              </w:rPr>
            </w:pPr>
            <w:r w:rsidRPr="00332331">
              <w:rPr>
                <w:rFonts w:cs="B Lotus"/>
                <w:rtl/>
                <w:lang w:bidi="fa-IR"/>
              </w:rPr>
              <w:t>مدت اجرا:</w:t>
            </w:r>
          </w:p>
        </w:tc>
      </w:tr>
    </w:tbl>
    <w:p w:rsidR="00C3434A" w:rsidRDefault="00C3434A" w:rsidP="00057DAC">
      <w:pPr>
        <w:bidi/>
        <w:rPr>
          <w:rFonts w:cs="B Zar"/>
          <w:b/>
          <w:bCs/>
          <w:rtl/>
          <w:lang w:bidi="fa-IR"/>
        </w:rPr>
      </w:pPr>
    </w:p>
    <w:p w:rsidR="00C3434A" w:rsidRDefault="00C3434A">
      <w:pPr>
        <w:rPr>
          <w:rFonts w:cs="B Zar"/>
          <w:b/>
          <w:bCs/>
          <w:rtl/>
          <w:lang w:bidi="fa-IR"/>
        </w:rPr>
      </w:pPr>
      <w:r>
        <w:rPr>
          <w:rFonts w:cs="B Zar"/>
          <w:b/>
          <w:bCs/>
          <w:rtl/>
          <w:lang w:bidi="fa-IR"/>
        </w:rPr>
        <w:br w:type="page"/>
      </w:r>
    </w:p>
    <w:p w:rsidR="00C3434A" w:rsidRPr="008F38D6" w:rsidRDefault="00C3434A" w:rsidP="00057DAC">
      <w:pPr>
        <w:bidi/>
        <w:rPr>
          <w:rFonts w:cs="B Zar"/>
          <w:b/>
          <w:bCs/>
          <w:sz w:val="20"/>
          <w:szCs w:val="20"/>
          <w:rtl/>
          <w:lang w:bidi="fa-IR"/>
        </w:rPr>
      </w:pPr>
    </w:p>
    <w:tbl>
      <w:tblPr>
        <w:bidiVisual/>
        <w:tblW w:w="4856" w:type="pct"/>
        <w:jc w:val="center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96"/>
      </w:tblGrid>
      <w:tr w:rsidR="00C3434A" w:rsidRPr="008F38D6" w:rsidTr="00B43E8E">
        <w:trPr>
          <w:trHeight w:val="1000"/>
          <w:jc w:val="center"/>
        </w:trPr>
        <w:tc>
          <w:tcPr>
            <w:tcW w:w="5000" w:type="pct"/>
          </w:tcPr>
          <w:p w:rsidR="00C3434A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rtl/>
              </w:rPr>
            </w:pP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نظر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استاد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راهنما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: </w:t>
            </w:r>
          </w:p>
          <w:p w:rsidR="00C3434A" w:rsidRPr="008F38D6" w:rsidRDefault="00C3434A" w:rsidP="00B43E8E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rtl/>
              </w:rPr>
            </w:pPr>
          </w:p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sz w:val="26"/>
                <w:rtl/>
                <w:lang w:bidi="fa-IR"/>
              </w:rPr>
            </w:pP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پروپوزال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فوق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مطالعه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و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کنترل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گرد</w:t>
            </w:r>
            <w:r w:rsidRPr="008F38D6">
              <w:rPr>
                <w:rFonts w:ascii="F_mitra" w:hAnsi="F_mitra" w:cs="B Lotus" w:hint="cs"/>
                <w:sz w:val="26"/>
                <w:rtl/>
                <w:lang w:bidi="fa-IR"/>
              </w:rPr>
              <w:t>ی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د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و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به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لحاظ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شکل</w:t>
            </w:r>
            <w:r w:rsidRPr="008F38D6">
              <w:rPr>
                <w:rFonts w:ascii="F_mitra" w:hAnsi="F_mitra" w:cs="B Lotus" w:hint="cs"/>
                <w:sz w:val="26"/>
                <w:rtl/>
                <w:lang w:bidi="fa-IR"/>
              </w:rPr>
              <w:t>ی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و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محتوا</w:t>
            </w:r>
            <w:r w:rsidRPr="008F38D6">
              <w:rPr>
                <w:rFonts w:ascii="F_mitra" w:hAnsi="F_mitra" w:cs="B Lotus" w:hint="cs"/>
                <w:sz w:val="26"/>
                <w:rtl/>
                <w:lang w:bidi="fa-IR"/>
              </w:rPr>
              <w:t>یی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مورد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تا</w:t>
            </w:r>
            <w:r w:rsidRPr="008F38D6">
              <w:rPr>
                <w:rFonts w:ascii="F_mitra" w:hAnsi="F_mitra" w:cs="B Lotus" w:hint="cs"/>
                <w:sz w:val="26"/>
                <w:rtl/>
                <w:lang w:bidi="fa-IR"/>
              </w:rPr>
              <w:t>یی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د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ا</w:t>
            </w:r>
            <w:r w:rsidRPr="008F38D6">
              <w:rPr>
                <w:rFonts w:ascii="F_mitra" w:hAnsi="F_mitra" w:cs="B Lotus" w:hint="cs"/>
                <w:sz w:val="26"/>
                <w:rtl/>
                <w:lang w:bidi="fa-IR"/>
              </w:rPr>
              <w:t>ی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نجانب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م</w:t>
            </w:r>
            <w:r w:rsidRPr="008F38D6">
              <w:rPr>
                <w:rFonts w:ascii="F_mitra" w:hAnsi="F_mitra" w:cs="B Lotus" w:hint="cs"/>
                <w:sz w:val="26"/>
                <w:rtl/>
                <w:lang w:bidi="fa-IR"/>
              </w:rPr>
              <w:t>ی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 </w:t>
            </w:r>
            <w:r w:rsidRPr="008F38D6">
              <w:rPr>
                <w:rFonts w:ascii="F_mitra" w:hAnsi="F_mitra" w:cs="B Lotus" w:hint="eastAsia"/>
                <w:sz w:val="26"/>
                <w:rtl/>
                <w:lang w:bidi="fa-IR"/>
              </w:rPr>
              <w:t>باشد</w:t>
            </w:r>
            <w:r w:rsidRPr="008F38D6">
              <w:rPr>
                <w:rFonts w:ascii="F_mitra" w:hAnsi="F_mitra" w:cs="B Lotus"/>
                <w:sz w:val="26"/>
                <w:rtl/>
                <w:lang w:bidi="fa-IR"/>
              </w:rPr>
              <w:t xml:space="preserve">. </w:t>
            </w:r>
          </w:p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rtl/>
              </w:rPr>
            </w:pP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نام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و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نام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خانوادگي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:     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امضاء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:        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تاريخ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>:</w:t>
            </w:r>
          </w:p>
          <w:p w:rsidR="00C3434A" w:rsidRDefault="00C3434A" w:rsidP="008F38D6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rtl/>
              </w:rPr>
            </w:pPr>
          </w:p>
          <w:p w:rsidR="00C3434A" w:rsidRPr="008F38D6" w:rsidRDefault="00C3434A" w:rsidP="00B43E8E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  <w:rtl/>
              </w:rPr>
            </w:pP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نام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ونام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خانوادگ</w:t>
            </w:r>
            <w:r w:rsidRPr="008F38D6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>(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راهنما</w:t>
            </w:r>
            <w:r w:rsidRPr="008F38D6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دوم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):             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امضاء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:                      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تار</w:t>
            </w:r>
            <w:r w:rsidRPr="008F38D6">
              <w:rPr>
                <w:rFonts w:ascii="F_mitra" w:hAnsi="F_mitra" w:cs="B Lotus" w:hint="cs"/>
                <w:b/>
                <w:bCs/>
                <w:sz w:val="28"/>
                <w:rtl/>
              </w:rPr>
              <w:t>ی</w:t>
            </w:r>
            <w:r w:rsidRPr="008F38D6">
              <w:rPr>
                <w:rFonts w:ascii="F_mitra" w:hAnsi="F_mitra" w:cs="B Lotus" w:hint="eastAsia"/>
                <w:b/>
                <w:bCs/>
                <w:sz w:val="28"/>
                <w:rtl/>
              </w:rPr>
              <w:t>خ</w:t>
            </w:r>
            <w:r w:rsidRPr="008F38D6">
              <w:rPr>
                <w:rFonts w:ascii="F_mitra" w:hAnsi="F_mitra" w:cs="B Lotus"/>
                <w:b/>
                <w:bCs/>
                <w:sz w:val="28"/>
                <w:rtl/>
              </w:rPr>
              <w:t xml:space="preserve"> : </w:t>
            </w:r>
          </w:p>
          <w:p w:rsidR="00C3434A" w:rsidRPr="008F38D6" w:rsidRDefault="00C3434A" w:rsidP="003A3007">
            <w:pPr>
              <w:bidi/>
              <w:jc w:val="lowKashida"/>
              <w:rPr>
                <w:rFonts w:ascii="F_mitra" w:hAnsi="F_mitra" w:cs="B Lotus"/>
                <w:b/>
                <w:bCs/>
                <w:sz w:val="28"/>
              </w:rPr>
            </w:pPr>
          </w:p>
        </w:tc>
      </w:tr>
    </w:tbl>
    <w:p w:rsidR="00C3434A" w:rsidRDefault="00C3434A" w:rsidP="00E31EB5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/>
      </w:tblPr>
      <w:tblGrid>
        <w:gridCol w:w="1778"/>
        <w:gridCol w:w="927"/>
        <w:gridCol w:w="1323"/>
        <w:gridCol w:w="1260"/>
        <w:gridCol w:w="1530"/>
        <w:gridCol w:w="3330"/>
        <w:gridCol w:w="733"/>
      </w:tblGrid>
      <w:tr w:rsidR="00C3434A" w:rsidRPr="00B43E8E" w:rsidTr="00B43E8E">
        <w:trPr>
          <w:jc w:val="center"/>
        </w:trPr>
        <w:tc>
          <w:tcPr>
            <w:tcW w:w="10881" w:type="dxa"/>
            <w:gridSpan w:val="7"/>
            <w:tcBorders>
              <w:top w:val="double" w:sz="4" w:space="0" w:color="auto"/>
              <w:bottom w:val="single" w:sz="4" w:space="0" w:color="auto"/>
            </w:tcBorders>
          </w:tcPr>
          <w:p w:rsidR="00C3434A" w:rsidRPr="00B43E8E" w:rsidRDefault="00C3434A" w:rsidP="00D93870">
            <w:pPr>
              <w:pStyle w:val="BodyText"/>
              <w:bidi/>
              <w:spacing w:before="120"/>
              <w:jc w:val="left"/>
              <w:rPr>
                <w:rFonts w:cs="B Lotus"/>
                <w:sz w:val="24"/>
                <w:szCs w:val="24"/>
              </w:rPr>
            </w:pPr>
            <w:r w:rsidRPr="00B43E8E">
              <w:rPr>
                <w:rFonts w:cs="B Lotus"/>
                <w:sz w:val="24"/>
                <w:szCs w:val="24"/>
                <w:rtl/>
              </w:rPr>
              <w:t>موضوع پیشنهادی تحقيق پايان</w:t>
            </w:r>
            <w:r w:rsidRPr="00B43E8E">
              <w:rPr>
                <w:rFonts w:cs="B Lotus"/>
                <w:sz w:val="24"/>
                <w:szCs w:val="24"/>
                <w:rtl/>
              </w:rPr>
              <w:softHyphen/>
              <w:t>نامه آقاي  دانشجوي مقطع کارشناسي ارشد در رشته        گرایش: تحت عنوان:</w:t>
            </w:r>
          </w:p>
          <w:p w:rsidR="00C3434A" w:rsidRPr="00B43E8E" w:rsidRDefault="00C3434A" w:rsidP="00E31EB5">
            <w:pPr>
              <w:bidi/>
              <w:rPr>
                <w:rFonts w:cs="B Lotus"/>
                <w:lang w:bidi="fa-IR"/>
              </w:rPr>
            </w:pPr>
            <w:r>
              <w:rPr>
                <w:noProof/>
              </w:rPr>
              <w:pict>
                <v:rect id="Rectangle 94" o:spid="_x0000_s1027" style="position:absolute;left:0;text-align:left;margin-left:397.4pt;margin-top:25.55pt;width:9pt;height: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"/>
              </w:pict>
            </w:r>
            <w:r>
              <w:rPr>
                <w:noProof/>
              </w:rPr>
              <w:pict>
                <v:rect id="Rectangle 93" o:spid="_x0000_s1028" style="position:absolute;left:0;text-align:left;margin-left:467.65pt;margin-top:25.55pt;width:9pt;height: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"/>
              </w:pict>
            </w:r>
            <w:r w:rsidRPr="00B43E8E">
              <w:rPr>
                <w:rFonts w:cs="B Lotus"/>
                <w:rtl/>
                <w:lang w:bidi="fa-IR"/>
              </w:rPr>
              <w:t xml:space="preserve">درجلسه مورخ   /    /    13 کميته تخصصی گروه مطرح شد و با کسب تعداد ........ رأي از .......... رأي مورد تصويب اعضاء به شرح زيرقرارگرفت          قرار نگرفت      </w:t>
            </w:r>
          </w:p>
        </w:tc>
      </w:tr>
      <w:tr w:rsidR="00C3434A" w:rsidRPr="00697D9F" w:rsidTr="00B43E8E">
        <w:trPr>
          <w:jc w:val="center"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734279" w:rsidRDefault="00C3434A" w:rsidP="00E31EB5">
            <w:pPr>
              <w:jc w:val="center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امضاء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734279" w:rsidRDefault="00C3434A" w:rsidP="00E31EB5">
            <w:pPr>
              <w:jc w:val="center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توضيحات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734279" w:rsidRDefault="00C3434A" w:rsidP="00E31EB5">
            <w:pPr>
              <w:jc w:val="center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نوع رأي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734279" w:rsidRDefault="00C3434A" w:rsidP="00E31EB5">
            <w:pPr>
              <w:bidi/>
              <w:jc w:val="center"/>
              <w:rPr>
                <w:rFonts w:cs="B Lotus"/>
                <w:sz w:val="26"/>
                <w:szCs w:val="26"/>
                <w:lang w:bidi="fa-IR"/>
              </w:rPr>
            </w:pPr>
            <w:r>
              <w:rPr>
                <w:rFonts w:cs="B Lotus"/>
                <w:sz w:val="26"/>
                <w:szCs w:val="26"/>
                <w:rtl/>
                <w:lang w:bidi="fa-IR"/>
              </w:rPr>
              <w:t>م</w:t>
            </w: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 xml:space="preserve">رتبه </w:t>
            </w:r>
            <w:r>
              <w:rPr>
                <w:rFonts w:cs="B Lotus"/>
                <w:sz w:val="26"/>
                <w:szCs w:val="26"/>
                <w:rtl/>
                <w:lang w:bidi="fa-IR"/>
              </w:rPr>
              <w:t>علمی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734279" w:rsidRDefault="00C3434A" w:rsidP="00E31EB5">
            <w:pPr>
              <w:jc w:val="center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نام و نام خانوادگي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34A" w:rsidRPr="00734279" w:rsidRDefault="00C3434A" w:rsidP="00E31EB5">
            <w:pPr>
              <w:jc w:val="center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رديف</w:t>
            </w:r>
          </w:p>
        </w:tc>
      </w:tr>
      <w:tr w:rsidR="00C3434A" w:rsidRPr="00697D9F" w:rsidTr="00B43E8E">
        <w:trPr>
          <w:jc w:val="center"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34A" w:rsidRPr="00697D9F" w:rsidRDefault="00C3434A" w:rsidP="00E31EB5">
            <w:pPr>
              <w:pStyle w:val="Heading2"/>
              <w:spacing w:line="360" w:lineRule="auto"/>
              <w:rPr>
                <w:sz w:val="24"/>
                <w:szCs w:val="24"/>
              </w:rPr>
            </w:pPr>
            <w:r w:rsidRPr="00697D9F">
              <w:rPr>
                <w:sz w:val="24"/>
                <w:szCs w:val="24"/>
                <w:rtl/>
              </w:rPr>
              <w:t>1</w:t>
            </w:r>
          </w:p>
        </w:tc>
      </w:tr>
      <w:tr w:rsidR="00C3434A" w:rsidRPr="00697D9F" w:rsidTr="00B43E8E">
        <w:trPr>
          <w:jc w:val="center"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  <w:r w:rsidRPr="00697D9F">
              <w:rPr>
                <w:rFonts w:cs="B Lotus"/>
                <w:rtl/>
                <w:lang w:bidi="fa-IR"/>
              </w:rPr>
              <w:t>2</w:t>
            </w:r>
          </w:p>
        </w:tc>
      </w:tr>
      <w:tr w:rsidR="00C3434A" w:rsidRPr="00697D9F" w:rsidTr="00B43E8E">
        <w:trPr>
          <w:jc w:val="center"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  <w:r w:rsidRPr="00697D9F">
              <w:rPr>
                <w:rFonts w:cs="B Lotus"/>
                <w:rtl/>
                <w:lang w:bidi="fa-IR"/>
              </w:rPr>
              <w:t>3</w:t>
            </w:r>
          </w:p>
        </w:tc>
      </w:tr>
      <w:tr w:rsidR="00C3434A" w:rsidRPr="00697D9F" w:rsidTr="00B43E8E">
        <w:trPr>
          <w:jc w:val="center"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  <w:r w:rsidRPr="00697D9F">
              <w:rPr>
                <w:rFonts w:cs="B Lotus"/>
                <w:rtl/>
                <w:lang w:bidi="fa-IR"/>
              </w:rPr>
              <w:t>4</w:t>
            </w:r>
          </w:p>
        </w:tc>
      </w:tr>
      <w:tr w:rsidR="00C3434A" w:rsidRPr="00697D9F" w:rsidTr="00B43E8E">
        <w:trPr>
          <w:jc w:val="center"/>
        </w:trPr>
        <w:tc>
          <w:tcPr>
            <w:tcW w:w="1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434A" w:rsidRPr="00697D9F" w:rsidRDefault="00C3434A" w:rsidP="00E31EB5">
            <w:pPr>
              <w:spacing w:line="360" w:lineRule="auto"/>
              <w:jc w:val="center"/>
              <w:rPr>
                <w:rFonts w:cs="B Lotus"/>
                <w:lang w:bidi="fa-IR"/>
              </w:rPr>
            </w:pPr>
            <w:r w:rsidRPr="00697D9F">
              <w:rPr>
                <w:rFonts w:cs="B Lotus"/>
                <w:rtl/>
                <w:lang w:bidi="fa-IR"/>
              </w:rPr>
              <w:t>5</w:t>
            </w:r>
          </w:p>
        </w:tc>
      </w:tr>
      <w:tr w:rsidR="00C3434A" w:rsidRPr="00697D9F" w:rsidTr="00B43E8E">
        <w:trPr>
          <w:jc w:val="center"/>
        </w:trPr>
        <w:tc>
          <w:tcPr>
            <w:tcW w:w="270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434A" w:rsidRPr="00734279" w:rsidRDefault="00C3434A" w:rsidP="00332331">
            <w:pPr>
              <w:bidi/>
              <w:spacing w:before="240"/>
              <w:rPr>
                <w:rFonts w:cs="B Lotus"/>
                <w:sz w:val="26"/>
                <w:szCs w:val="26"/>
                <w:lang w:bidi="fa-IR"/>
              </w:rPr>
            </w:pPr>
            <w:r>
              <w:rPr>
                <w:rFonts w:cs="B Lotus"/>
                <w:sz w:val="26"/>
                <w:szCs w:val="26"/>
                <w:rtl/>
                <w:lang w:bidi="fa-IR"/>
              </w:rPr>
              <w:t>مهر و</w:t>
            </w: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امضاء</w:t>
            </w:r>
            <w:r>
              <w:rPr>
                <w:rFonts w:cs="B Lotu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4113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3434A" w:rsidRPr="00734279" w:rsidRDefault="00C3434A" w:rsidP="00734279">
            <w:pPr>
              <w:spacing w:before="240"/>
              <w:jc w:val="right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تاريخ:</w:t>
            </w:r>
          </w:p>
        </w:tc>
        <w:tc>
          <w:tcPr>
            <w:tcW w:w="40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C3434A" w:rsidRPr="00734279" w:rsidRDefault="00C3434A" w:rsidP="00734279">
            <w:pPr>
              <w:spacing w:before="240"/>
              <w:jc w:val="right"/>
              <w:rPr>
                <w:rFonts w:cs="B Lotus"/>
                <w:sz w:val="26"/>
                <w:szCs w:val="26"/>
                <w:lang w:bidi="fa-IR"/>
              </w:rPr>
            </w:pPr>
            <w:r w:rsidRPr="00734279">
              <w:rPr>
                <w:rFonts w:cs="B Lotus"/>
                <w:sz w:val="26"/>
                <w:szCs w:val="26"/>
                <w:rtl/>
                <w:lang w:bidi="fa-IR"/>
              </w:rPr>
              <w:t>نام ونام خانوادگي مدير گروه</w:t>
            </w:r>
            <w:r>
              <w:rPr>
                <w:rFonts w:cs="B Lotus"/>
                <w:sz w:val="26"/>
                <w:szCs w:val="26"/>
                <w:rtl/>
                <w:lang w:bidi="fa-IR"/>
              </w:rPr>
              <w:t>:</w:t>
            </w:r>
          </w:p>
        </w:tc>
      </w:tr>
    </w:tbl>
    <w:p w:rsidR="00C3434A" w:rsidRDefault="00C3434A" w:rsidP="003903B0">
      <w:pPr>
        <w:spacing w:line="360" w:lineRule="auto"/>
        <w:jc w:val="right"/>
        <w:rPr>
          <w:rFonts w:cs="B Lotus"/>
          <w:sz w:val="28"/>
          <w:szCs w:val="28"/>
          <w:lang w:bidi="fa-IR"/>
        </w:rPr>
      </w:pPr>
    </w:p>
    <w:tbl>
      <w:tblPr>
        <w:bidiVisual/>
        <w:tblW w:w="0" w:type="auto"/>
        <w:jc w:val="center"/>
        <w:tblInd w:w="3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0872"/>
      </w:tblGrid>
      <w:tr w:rsidR="00C3434A" w:rsidRPr="00B43E8E">
        <w:trPr>
          <w:jc w:val="center"/>
        </w:trPr>
        <w:tc>
          <w:tcPr>
            <w:tcW w:w="10872" w:type="dxa"/>
          </w:tcPr>
          <w:p w:rsidR="00C3434A" w:rsidRPr="00B43E8E" w:rsidRDefault="00C3434A" w:rsidP="00332331">
            <w:pPr>
              <w:pStyle w:val="BodyText"/>
              <w:bidi/>
              <w:spacing w:before="120"/>
              <w:jc w:val="left"/>
              <w:rPr>
                <w:rFonts w:cs="B Lotus"/>
                <w:sz w:val="24"/>
                <w:szCs w:val="24"/>
                <w:rtl/>
              </w:rPr>
            </w:pPr>
            <w:r w:rsidRPr="00B43E8E">
              <w:rPr>
                <w:rFonts w:cs="B Lotus"/>
                <w:sz w:val="24"/>
                <w:szCs w:val="24"/>
                <w:rtl/>
              </w:rPr>
              <w:t>موضوع پیشنهادی تحقیق در جلسه شورای پژوهشی و تحصیلات تکمیلی دانشکده به شماره         مورخ  /   /  13  مطرح شد و با هزینه            ریال مورد تصویب قرار گ</w:t>
            </w:r>
            <w:bookmarkStart w:id="0" w:name="_GoBack"/>
            <w:bookmarkEnd w:id="0"/>
            <w:r w:rsidRPr="00B43E8E">
              <w:rPr>
                <w:rFonts w:cs="B Lotus"/>
                <w:sz w:val="24"/>
                <w:szCs w:val="24"/>
                <w:rtl/>
              </w:rPr>
              <w:t>رفت./</w:t>
            </w:r>
          </w:p>
          <w:p w:rsidR="00C3434A" w:rsidRPr="00B43E8E" w:rsidRDefault="00C3434A" w:rsidP="00EF453B">
            <w:pPr>
              <w:pStyle w:val="BodyText"/>
              <w:bidi/>
              <w:spacing w:before="120"/>
              <w:jc w:val="center"/>
              <w:rPr>
                <w:rFonts w:cs="B Lotus"/>
              </w:rPr>
            </w:pPr>
            <w:r w:rsidRPr="00B43E8E">
              <w:rPr>
                <w:rFonts w:cs="B Lotus"/>
                <w:sz w:val="24"/>
                <w:szCs w:val="24"/>
                <w:rtl/>
              </w:rPr>
              <w:t xml:space="preserve">                                  معاون آموزشی و تحصیلات تکمیلی دانشکده  تاریخ و امضاء</w:t>
            </w:r>
          </w:p>
        </w:tc>
      </w:tr>
    </w:tbl>
    <w:p w:rsidR="00C3434A" w:rsidRDefault="00C3434A" w:rsidP="0085507B">
      <w:pPr>
        <w:pStyle w:val="BodyText"/>
        <w:bidi/>
        <w:jc w:val="left"/>
        <w:rPr>
          <w:rFonts w:cs="B Lotus"/>
          <w:sz w:val="24"/>
          <w:szCs w:val="24"/>
          <w:rtl/>
        </w:rPr>
      </w:pPr>
    </w:p>
    <w:p w:rsidR="00C3434A" w:rsidRPr="00B43E8E" w:rsidRDefault="00C3434A" w:rsidP="00B43E8E">
      <w:pPr>
        <w:pStyle w:val="BodyText"/>
        <w:bidi/>
        <w:jc w:val="left"/>
        <w:rPr>
          <w:rFonts w:cs="B Lotus"/>
          <w:sz w:val="24"/>
          <w:szCs w:val="24"/>
          <w:rtl/>
        </w:rPr>
      </w:pPr>
    </w:p>
    <w:tbl>
      <w:tblPr>
        <w:bidiVisual/>
        <w:tblW w:w="0" w:type="auto"/>
        <w:jc w:val="center"/>
        <w:tblInd w:w="-1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0878"/>
      </w:tblGrid>
      <w:tr w:rsidR="00C3434A" w:rsidRPr="00B43E8E">
        <w:trPr>
          <w:jc w:val="center"/>
        </w:trPr>
        <w:tc>
          <w:tcPr>
            <w:tcW w:w="10878" w:type="dxa"/>
          </w:tcPr>
          <w:p w:rsidR="00C3434A" w:rsidRPr="00B43E8E" w:rsidRDefault="00C3434A" w:rsidP="00B43E8E">
            <w:pPr>
              <w:pStyle w:val="BodyText"/>
              <w:bidi/>
              <w:spacing w:before="120"/>
              <w:jc w:val="left"/>
              <w:rPr>
                <w:rFonts w:cs="B Lotus"/>
                <w:sz w:val="24"/>
                <w:szCs w:val="24"/>
                <w:rtl/>
              </w:rPr>
            </w:pPr>
            <w:r w:rsidRPr="00B43E8E">
              <w:rPr>
                <w:rFonts w:cs="B Lotus"/>
                <w:sz w:val="24"/>
                <w:szCs w:val="24"/>
                <w:rtl/>
              </w:rPr>
              <w:t>موضوع پیشنهادی تحقیق در جلسه شورای تحصیلات تکمیلی دانشگاه به شماره                 مورخ    /    /  13 مطرح شد و با هزینه           ریال مورد تصویب قرار گرفت./</w:t>
            </w:r>
          </w:p>
          <w:p w:rsidR="00C3434A" w:rsidRPr="00B43E8E" w:rsidRDefault="00C3434A" w:rsidP="00B43E8E">
            <w:pPr>
              <w:pStyle w:val="BodyText"/>
              <w:bidi/>
              <w:spacing w:before="120"/>
              <w:jc w:val="center"/>
              <w:rPr>
                <w:rFonts w:cs="B Lotus"/>
                <w:sz w:val="24"/>
                <w:szCs w:val="24"/>
              </w:rPr>
            </w:pPr>
            <w:r w:rsidRPr="00B43E8E">
              <w:rPr>
                <w:rFonts w:cs="B Lotus"/>
                <w:sz w:val="24"/>
                <w:szCs w:val="24"/>
                <w:rtl/>
              </w:rPr>
              <w:t>مدیر تحصیلات تکمیلی دانشگاه                                    تاریخ و امضاء</w:t>
            </w:r>
          </w:p>
        </w:tc>
      </w:tr>
    </w:tbl>
    <w:p w:rsidR="00C3434A" w:rsidRPr="00C42B2D" w:rsidRDefault="00C3434A" w:rsidP="006266C2">
      <w:pPr>
        <w:bidi/>
        <w:rPr>
          <w:rtl/>
          <w:lang w:bidi="fa-IR"/>
        </w:rPr>
      </w:pPr>
    </w:p>
    <w:sectPr w:rsidR="00C3434A" w:rsidRPr="00C42B2D" w:rsidSect="003E3004">
      <w:footerReference w:type="default" r:id="rId8"/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34A" w:rsidRDefault="00C3434A" w:rsidP="000F1743">
      <w:r>
        <w:separator/>
      </w:r>
    </w:p>
  </w:endnote>
  <w:endnote w:type="continuationSeparator" w:id="1">
    <w:p w:rsidR="00C3434A" w:rsidRDefault="00C3434A" w:rsidP="000F1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F_mitr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34A" w:rsidRDefault="00C343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34A" w:rsidRDefault="00C3434A" w:rsidP="000F1743">
      <w:r>
        <w:separator/>
      </w:r>
    </w:p>
  </w:footnote>
  <w:footnote w:type="continuationSeparator" w:id="1">
    <w:p w:rsidR="00C3434A" w:rsidRDefault="00C3434A" w:rsidP="000F17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59D6"/>
    <w:multiLevelType w:val="hybridMultilevel"/>
    <w:tmpl w:val="85AA57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3497B"/>
    <w:multiLevelType w:val="multilevel"/>
    <w:tmpl w:val="7234CC62"/>
    <w:lvl w:ilvl="0">
      <w:start w:val="5"/>
      <w:numFmt w:val="decimal"/>
      <w:lvlText w:val="%1-"/>
      <w:lvlJc w:val="left"/>
      <w:pPr>
        <w:ind w:left="4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2">
    <w:nsid w:val="17507EE1"/>
    <w:multiLevelType w:val="hybridMultilevel"/>
    <w:tmpl w:val="B13E4D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DE2"/>
    <w:multiLevelType w:val="hybridMultilevel"/>
    <w:tmpl w:val="3684B066"/>
    <w:lvl w:ilvl="0" w:tplc="040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4">
    <w:nsid w:val="2E6F0AB7"/>
    <w:multiLevelType w:val="hybridMultilevel"/>
    <w:tmpl w:val="7C3C6F0C"/>
    <w:lvl w:ilvl="0" w:tplc="0409000F">
      <w:start w:val="1"/>
      <w:numFmt w:val="decimal"/>
      <w:lvlText w:val="%1."/>
      <w:lvlJc w:val="left"/>
      <w:pPr>
        <w:ind w:left="86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  <w:rPr>
        <w:rFonts w:cs="Times New Roman"/>
      </w:rPr>
    </w:lvl>
  </w:abstractNum>
  <w:abstractNum w:abstractNumId="5">
    <w:nsid w:val="31833BBF"/>
    <w:multiLevelType w:val="hybridMultilevel"/>
    <w:tmpl w:val="8910AA30"/>
    <w:lvl w:ilvl="0" w:tplc="04090009">
      <w:start w:val="1"/>
      <w:numFmt w:val="bullet"/>
      <w:lvlText w:val=""/>
      <w:lvlJc w:val="left"/>
      <w:pPr>
        <w:ind w:left="865" w:hanging="360"/>
      </w:pPr>
      <w:rPr>
        <w:rFonts w:ascii="Wingdings" w:hAnsi="Wingdings" w:hint="default"/>
      </w:rPr>
    </w:lvl>
    <w:lvl w:ilvl="1" w:tplc="89D4004E">
      <w:numFmt w:val="bullet"/>
      <w:lvlText w:val="-"/>
      <w:lvlJc w:val="left"/>
      <w:pPr>
        <w:ind w:left="1585" w:hanging="360"/>
      </w:pPr>
      <w:rPr>
        <w:rFonts w:ascii="B Lotus" w:eastAsia="Times New Roman" w:hAnsi="B Lotus" w:hint="default"/>
        <w:sz w:val="26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6">
    <w:nsid w:val="3A4402AE"/>
    <w:multiLevelType w:val="multilevel"/>
    <w:tmpl w:val="7234CC62"/>
    <w:lvl w:ilvl="0">
      <w:start w:val="5"/>
      <w:numFmt w:val="decimal"/>
      <w:lvlText w:val="%1-"/>
      <w:lvlJc w:val="left"/>
      <w:pPr>
        <w:ind w:left="4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7">
    <w:nsid w:val="3E130FF7"/>
    <w:multiLevelType w:val="hybridMultilevel"/>
    <w:tmpl w:val="747C2D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741808"/>
    <w:multiLevelType w:val="multilevel"/>
    <w:tmpl w:val="633E991A"/>
    <w:lvl w:ilvl="0">
      <w:start w:val="5"/>
      <w:numFmt w:val="decimal"/>
      <w:lvlText w:val="%1-"/>
      <w:lvlJc w:val="left"/>
      <w:pPr>
        <w:ind w:left="4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9">
    <w:nsid w:val="4F552C5E"/>
    <w:multiLevelType w:val="hybridMultilevel"/>
    <w:tmpl w:val="8B560ACE"/>
    <w:lvl w:ilvl="0" w:tplc="0409000F">
      <w:start w:val="1"/>
      <w:numFmt w:val="decimal"/>
      <w:lvlText w:val="%1."/>
      <w:lvlJc w:val="left"/>
      <w:pPr>
        <w:ind w:left="86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2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8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  <w:rPr>
        <w:rFonts w:cs="Times New Roman"/>
      </w:rPr>
    </w:lvl>
  </w:abstractNum>
  <w:abstractNum w:abstractNumId="10">
    <w:nsid w:val="50C85788"/>
    <w:multiLevelType w:val="hybridMultilevel"/>
    <w:tmpl w:val="239A0D22"/>
    <w:lvl w:ilvl="0" w:tplc="37423F18">
      <w:start w:val="5"/>
      <w:numFmt w:val="decimal"/>
      <w:lvlText w:val="%1-"/>
      <w:lvlJc w:val="left"/>
      <w:pPr>
        <w:ind w:left="41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3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5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7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9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1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3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5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75" w:hanging="180"/>
      </w:pPr>
      <w:rPr>
        <w:rFonts w:cs="Times New Roman"/>
      </w:rPr>
    </w:lvl>
  </w:abstractNum>
  <w:abstractNum w:abstractNumId="11">
    <w:nsid w:val="51851A95"/>
    <w:multiLevelType w:val="hybridMultilevel"/>
    <w:tmpl w:val="9580BD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B71529"/>
    <w:multiLevelType w:val="hybridMultilevel"/>
    <w:tmpl w:val="195C2F5E"/>
    <w:lvl w:ilvl="0" w:tplc="5C246F5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8E430E8"/>
    <w:multiLevelType w:val="hybridMultilevel"/>
    <w:tmpl w:val="FEEADF64"/>
    <w:lvl w:ilvl="0" w:tplc="040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4">
    <w:nsid w:val="68FE2B9A"/>
    <w:multiLevelType w:val="hybridMultilevel"/>
    <w:tmpl w:val="9DCC1C14"/>
    <w:lvl w:ilvl="0" w:tplc="2742643A">
      <w:start w:val="1"/>
      <w:numFmt w:val="decimal"/>
      <w:lvlText w:val="%1-"/>
      <w:lvlJc w:val="left"/>
      <w:pPr>
        <w:tabs>
          <w:tab w:val="num" w:pos="1710"/>
        </w:tabs>
        <w:ind w:left="1710" w:hanging="9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6CBC3C5C"/>
    <w:multiLevelType w:val="hybridMultilevel"/>
    <w:tmpl w:val="90F0F0DC"/>
    <w:lvl w:ilvl="0" w:tplc="04090001">
      <w:start w:val="1"/>
      <w:numFmt w:val="bullet"/>
      <w:lvlText w:val=""/>
      <w:lvlJc w:val="left"/>
      <w:pPr>
        <w:ind w:left="8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6">
    <w:nsid w:val="6D163A15"/>
    <w:multiLevelType w:val="hybridMultilevel"/>
    <w:tmpl w:val="44CCC0AA"/>
    <w:lvl w:ilvl="0" w:tplc="BFBC0E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03D1A29"/>
    <w:multiLevelType w:val="hybridMultilevel"/>
    <w:tmpl w:val="9D30D0DC"/>
    <w:lvl w:ilvl="0" w:tplc="0409000D">
      <w:start w:val="1"/>
      <w:numFmt w:val="bullet"/>
      <w:lvlText w:val=""/>
      <w:lvlJc w:val="left"/>
      <w:pPr>
        <w:ind w:left="8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18">
    <w:nsid w:val="73C87DF4"/>
    <w:multiLevelType w:val="hybridMultilevel"/>
    <w:tmpl w:val="0826E22E"/>
    <w:lvl w:ilvl="0" w:tplc="0E94BAB4">
      <w:start w:val="1"/>
      <w:numFmt w:val="decimal"/>
      <w:lvlText w:val="%1-"/>
      <w:lvlJc w:val="left"/>
      <w:pPr>
        <w:ind w:left="795" w:hanging="43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4D903F8"/>
    <w:multiLevelType w:val="hybridMultilevel"/>
    <w:tmpl w:val="BFCA35EE"/>
    <w:lvl w:ilvl="0" w:tplc="0409000F">
      <w:start w:val="1"/>
      <w:numFmt w:val="decimal"/>
      <w:lvlText w:val="%1."/>
      <w:lvlJc w:val="left"/>
      <w:pPr>
        <w:ind w:left="93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20">
    <w:nsid w:val="79C84A24"/>
    <w:multiLevelType w:val="hybridMultilevel"/>
    <w:tmpl w:val="B96A8BDA"/>
    <w:lvl w:ilvl="0" w:tplc="72489DFE">
      <w:numFmt w:val="bullet"/>
      <w:lvlText w:val="-"/>
      <w:lvlJc w:val="left"/>
      <w:pPr>
        <w:ind w:left="505" w:hanging="360"/>
      </w:pPr>
      <w:rPr>
        <w:rFonts w:ascii="B Lotus" w:eastAsia="Times New Roman" w:hAnsi="B Lotus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21">
    <w:nsid w:val="7A8E735D"/>
    <w:multiLevelType w:val="hybridMultilevel"/>
    <w:tmpl w:val="020E0A00"/>
    <w:lvl w:ilvl="0" w:tplc="794028D0">
      <w:start w:val="2"/>
      <w:numFmt w:val="bullet"/>
      <w:lvlText w:val="-"/>
      <w:lvlJc w:val="left"/>
      <w:pPr>
        <w:tabs>
          <w:tab w:val="num" w:pos="4050"/>
        </w:tabs>
        <w:ind w:left="4050" w:hanging="369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2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16"/>
  </w:num>
  <w:num w:numId="9">
    <w:abstractNumId w:val="18"/>
  </w:num>
  <w:num w:numId="10">
    <w:abstractNumId w:val="9"/>
  </w:num>
  <w:num w:numId="11">
    <w:abstractNumId w:val="17"/>
  </w:num>
  <w:num w:numId="12">
    <w:abstractNumId w:val="13"/>
  </w:num>
  <w:num w:numId="13">
    <w:abstractNumId w:val="15"/>
  </w:num>
  <w:num w:numId="14">
    <w:abstractNumId w:val="3"/>
  </w:num>
  <w:num w:numId="15">
    <w:abstractNumId w:val="5"/>
  </w:num>
  <w:num w:numId="16">
    <w:abstractNumId w:val="20"/>
  </w:num>
  <w:num w:numId="17">
    <w:abstractNumId w:val="10"/>
  </w:num>
  <w:num w:numId="18">
    <w:abstractNumId w:val="4"/>
  </w:num>
  <w:num w:numId="19">
    <w:abstractNumId w:val="19"/>
  </w:num>
  <w:num w:numId="20">
    <w:abstractNumId w:val="6"/>
  </w:num>
  <w:num w:numId="21">
    <w:abstractNumId w:val="1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718"/>
    <w:rsid w:val="00000EC7"/>
    <w:rsid w:val="00003DAF"/>
    <w:rsid w:val="000231E8"/>
    <w:rsid w:val="0002364A"/>
    <w:rsid w:val="0003764C"/>
    <w:rsid w:val="000466B0"/>
    <w:rsid w:val="0005430B"/>
    <w:rsid w:val="00054C52"/>
    <w:rsid w:val="00057DAC"/>
    <w:rsid w:val="00061036"/>
    <w:rsid w:val="00062163"/>
    <w:rsid w:val="00081D46"/>
    <w:rsid w:val="000848BF"/>
    <w:rsid w:val="000B6532"/>
    <w:rsid w:val="000E368B"/>
    <w:rsid w:val="000F1014"/>
    <w:rsid w:val="000F1743"/>
    <w:rsid w:val="001232A1"/>
    <w:rsid w:val="00124DDB"/>
    <w:rsid w:val="00160176"/>
    <w:rsid w:val="00162282"/>
    <w:rsid w:val="00166E88"/>
    <w:rsid w:val="00180D80"/>
    <w:rsid w:val="00184562"/>
    <w:rsid w:val="0018726E"/>
    <w:rsid w:val="001A3E3C"/>
    <w:rsid w:val="001B0E2F"/>
    <w:rsid w:val="001B1333"/>
    <w:rsid w:val="001B5BC1"/>
    <w:rsid w:val="001B7B30"/>
    <w:rsid w:val="001D40C6"/>
    <w:rsid w:val="001F07F1"/>
    <w:rsid w:val="00205E89"/>
    <w:rsid w:val="00210CF0"/>
    <w:rsid w:val="002139D1"/>
    <w:rsid w:val="00221D61"/>
    <w:rsid w:val="00223AD5"/>
    <w:rsid w:val="00233083"/>
    <w:rsid w:val="00244703"/>
    <w:rsid w:val="002504F4"/>
    <w:rsid w:val="0026275D"/>
    <w:rsid w:val="00266BD4"/>
    <w:rsid w:val="002743C7"/>
    <w:rsid w:val="002813C6"/>
    <w:rsid w:val="002A75C6"/>
    <w:rsid w:val="002B10CC"/>
    <w:rsid w:val="002C4747"/>
    <w:rsid w:val="002C5BB2"/>
    <w:rsid w:val="002D40B4"/>
    <w:rsid w:val="002D6677"/>
    <w:rsid w:val="002F051C"/>
    <w:rsid w:val="002F1277"/>
    <w:rsid w:val="002F4D8B"/>
    <w:rsid w:val="002F5EFB"/>
    <w:rsid w:val="003021F5"/>
    <w:rsid w:val="00307944"/>
    <w:rsid w:val="00310383"/>
    <w:rsid w:val="00315C5A"/>
    <w:rsid w:val="003264D6"/>
    <w:rsid w:val="00330AC7"/>
    <w:rsid w:val="00332331"/>
    <w:rsid w:val="0034488A"/>
    <w:rsid w:val="00352441"/>
    <w:rsid w:val="00352BAE"/>
    <w:rsid w:val="00352BD1"/>
    <w:rsid w:val="00362870"/>
    <w:rsid w:val="00364E55"/>
    <w:rsid w:val="00366502"/>
    <w:rsid w:val="00386E8C"/>
    <w:rsid w:val="003903B0"/>
    <w:rsid w:val="00394029"/>
    <w:rsid w:val="00394085"/>
    <w:rsid w:val="003A0C0A"/>
    <w:rsid w:val="003A3007"/>
    <w:rsid w:val="003B59CA"/>
    <w:rsid w:val="003C78FF"/>
    <w:rsid w:val="003D4499"/>
    <w:rsid w:val="003E3004"/>
    <w:rsid w:val="003E4B94"/>
    <w:rsid w:val="003E53EB"/>
    <w:rsid w:val="003F0B27"/>
    <w:rsid w:val="003F732D"/>
    <w:rsid w:val="00402268"/>
    <w:rsid w:val="004157FD"/>
    <w:rsid w:val="00427210"/>
    <w:rsid w:val="00440F10"/>
    <w:rsid w:val="00450065"/>
    <w:rsid w:val="004509C0"/>
    <w:rsid w:val="004901C1"/>
    <w:rsid w:val="004A38FA"/>
    <w:rsid w:val="004B220F"/>
    <w:rsid w:val="004C5887"/>
    <w:rsid w:val="004D12AD"/>
    <w:rsid w:val="004F00D1"/>
    <w:rsid w:val="004F3382"/>
    <w:rsid w:val="004F68BA"/>
    <w:rsid w:val="005063EB"/>
    <w:rsid w:val="0051233E"/>
    <w:rsid w:val="00514C0D"/>
    <w:rsid w:val="00514CC7"/>
    <w:rsid w:val="00521347"/>
    <w:rsid w:val="005244D8"/>
    <w:rsid w:val="00532603"/>
    <w:rsid w:val="0053405A"/>
    <w:rsid w:val="005564B4"/>
    <w:rsid w:val="00566DBC"/>
    <w:rsid w:val="0057735D"/>
    <w:rsid w:val="0058597B"/>
    <w:rsid w:val="005A349F"/>
    <w:rsid w:val="005A5731"/>
    <w:rsid w:val="005A7305"/>
    <w:rsid w:val="005A782D"/>
    <w:rsid w:val="005B5D21"/>
    <w:rsid w:val="005B607D"/>
    <w:rsid w:val="005E0F8B"/>
    <w:rsid w:val="005E3693"/>
    <w:rsid w:val="005E3FF4"/>
    <w:rsid w:val="005E7D02"/>
    <w:rsid w:val="005F07C9"/>
    <w:rsid w:val="006019B5"/>
    <w:rsid w:val="0060573E"/>
    <w:rsid w:val="00613218"/>
    <w:rsid w:val="0062256F"/>
    <w:rsid w:val="006266C2"/>
    <w:rsid w:val="00661627"/>
    <w:rsid w:val="00665938"/>
    <w:rsid w:val="00672E56"/>
    <w:rsid w:val="00677BB1"/>
    <w:rsid w:val="0068396C"/>
    <w:rsid w:val="0069327D"/>
    <w:rsid w:val="00697D9F"/>
    <w:rsid w:val="006A0E14"/>
    <w:rsid w:val="006B367C"/>
    <w:rsid w:val="006B5E7A"/>
    <w:rsid w:val="006C63BE"/>
    <w:rsid w:val="006D418F"/>
    <w:rsid w:val="006D71E4"/>
    <w:rsid w:val="006E5C48"/>
    <w:rsid w:val="00706BC9"/>
    <w:rsid w:val="00706BF3"/>
    <w:rsid w:val="00730055"/>
    <w:rsid w:val="00734279"/>
    <w:rsid w:val="00742DC8"/>
    <w:rsid w:val="00754671"/>
    <w:rsid w:val="0076124E"/>
    <w:rsid w:val="00771860"/>
    <w:rsid w:val="00773622"/>
    <w:rsid w:val="007771B3"/>
    <w:rsid w:val="00777516"/>
    <w:rsid w:val="0078292A"/>
    <w:rsid w:val="007936F7"/>
    <w:rsid w:val="0079642B"/>
    <w:rsid w:val="007B29EF"/>
    <w:rsid w:val="007B4E7E"/>
    <w:rsid w:val="007C2419"/>
    <w:rsid w:val="007C312A"/>
    <w:rsid w:val="007E60CF"/>
    <w:rsid w:val="0081364C"/>
    <w:rsid w:val="0082279E"/>
    <w:rsid w:val="00843E20"/>
    <w:rsid w:val="00845CAD"/>
    <w:rsid w:val="0085507B"/>
    <w:rsid w:val="00856170"/>
    <w:rsid w:val="0086494D"/>
    <w:rsid w:val="008B43EC"/>
    <w:rsid w:val="008C58DF"/>
    <w:rsid w:val="008D08D2"/>
    <w:rsid w:val="008D24DE"/>
    <w:rsid w:val="008D75F7"/>
    <w:rsid w:val="008E1A82"/>
    <w:rsid w:val="008E26F1"/>
    <w:rsid w:val="008F38D6"/>
    <w:rsid w:val="00907047"/>
    <w:rsid w:val="00912206"/>
    <w:rsid w:val="00934F53"/>
    <w:rsid w:val="00935F6A"/>
    <w:rsid w:val="00940D83"/>
    <w:rsid w:val="00951D07"/>
    <w:rsid w:val="009554B1"/>
    <w:rsid w:val="00960899"/>
    <w:rsid w:val="00977EAA"/>
    <w:rsid w:val="00982319"/>
    <w:rsid w:val="00994E3E"/>
    <w:rsid w:val="00995ADF"/>
    <w:rsid w:val="009A2C69"/>
    <w:rsid w:val="009C5C8A"/>
    <w:rsid w:val="009D6A35"/>
    <w:rsid w:val="009F2D70"/>
    <w:rsid w:val="00A04517"/>
    <w:rsid w:val="00A066CD"/>
    <w:rsid w:val="00A1145E"/>
    <w:rsid w:val="00A16938"/>
    <w:rsid w:val="00A20663"/>
    <w:rsid w:val="00A263E0"/>
    <w:rsid w:val="00A320BF"/>
    <w:rsid w:val="00A54791"/>
    <w:rsid w:val="00A60568"/>
    <w:rsid w:val="00A609DD"/>
    <w:rsid w:val="00A66A01"/>
    <w:rsid w:val="00A66C00"/>
    <w:rsid w:val="00A67D37"/>
    <w:rsid w:val="00A74394"/>
    <w:rsid w:val="00A82C2A"/>
    <w:rsid w:val="00A830CC"/>
    <w:rsid w:val="00A95293"/>
    <w:rsid w:val="00AA7272"/>
    <w:rsid w:val="00AD6F2E"/>
    <w:rsid w:val="00AF0BB3"/>
    <w:rsid w:val="00AF12A7"/>
    <w:rsid w:val="00B05DFD"/>
    <w:rsid w:val="00B10125"/>
    <w:rsid w:val="00B136D2"/>
    <w:rsid w:val="00B2711C"/>
    <w:rsid w:val="00B3143D"/>
    <w:rsid w:val="00B36EF5"/>
    <w:rsid w:val="00B43E8E"/>
    <w:rsid w:val="00B546D7"/>
    <w:rsid w:val="00B57189"/>
    <w:rsid w:val="00B73E65"/>
    <w:rsid w:val="00B748DA"/>
    <w:rsid w:val="00B912D2"/>
    <w:rsid w:val="00BB7876"/>
    <w:rsid w:val="00BC26CD"/>
    <w:rsid w:val="00BC7E2A"/>
    <w:rsid w:val="00BE0030"/>
    <w:rsid w:val="00BE4A57"/>
    <w:rsid w:val="00C00383"/>
    <w:rsid w:val="00C0465F"/>
    <w:rsid w:val="00C149B3"/>
    <w:rsid w:val="00C245A4"/>
    <w:rsid w:val="00C30011"/>
    <w:rsid w:val="00C3434A"/>
    <w:rsid w:val="00C37A4A"/>
    <w:rsid w:val="00C42B2D"/>
    <w:rsid w:val="00C813E6"/>
    <w:rsid w:val="00C90273"/>
    <w:rsid w:val="00C903A3"/>
    <w:rsid w:val="00C90B7D"/>
    <w:rsid w:val="00C92673"/>
    <w:rsid w:val="00CC5F98"/>
    <w:rsid w:val="00CE07C5"/>
    <w:rsid w:val="00CF5C3E"/>
    <w:rsid w:val="00CF624D"/>
    <w:rsid w:val="00D00395"/>
    <w:rsid w:val="00D01F3D"/>
    <w:rsid w:val="00D126EF"/>
    <w:rsid w:val="00D15F83"/>
    <w:rsid w:val="00D2153A"/>
    <w:rsid w:val="00D21A57"/>
    <w:rsid w:val="00D23AC2"/>
    <w:rsid w:val="00D26E20"/>
    <w:rsid w:val="00D27311"/>
    <w:rsid w:val="00D343EC"/>
    <w:rsid w:val="00D41763"/>
    <w:rsid w:val="00D577B9"/>
    <w:rsid w:val="00D606DD"/>
    <w:rsid w:val="00D73BD6"/>
    <w:rsid w:val="00D73FE9"/>
    <w:rsid w:val="00D74879"/>
    <w:rsid w:val="00D775F3"/>
    <w:rsid w:val="00D93870"/>
    <w:rsid w:val="00DB2517"/>
    <w:rsid w:val="00DB4FE5"/>
    <w:rsid w:val="00DB7E95"/>
    <w:rsid w:val="00DC7725"/>
    <w:rsid w:val="00DD7C42"/>
    <w:rsid w:val="00DF4273"/>
    <w:rsid w:val="00E0086A"/>
    <w:rsid w:val="00E22F0F"/>
    <w:rsid w:val="00E30E8F"/>
    <w:rsid w:val="00E31718"/>
    <w:rsid w:val="00E31EB5"/>
    <w:rsid w:val="00E348FF"/>
    <w:rsid w:val="00E679EA"/>
    <w:rsid w:val="00E72860"/>
    <w:rsid w:val="00E769F7"/>
    <w:rsid w:val="00E776A4"/>
    <w:rsid w:val="00E81205"/>
    <w:rsid w:val="00E92E2F"/>
    <w:rsid w:val="00EA1894"/>
    <w:rsid w:val="00EA3260"/>
    <w:rsid w:val="00EB1E2D"/>
    <w:rsid w:val="00ED032F"/>
    <w:rsid w:val="00ED3CD6"/>
    <w:rsid w:val="00EF453B"/>
    <w:rsid w:val="00EF4AB4"/>
    <w:rsid w:val="00EF624C"/>
    <w:rsid w:val="00EF73C6"/>
    <w:rsid w:val="00F1674C"/>
    <w:rsid w:val="00F20529"/>
    <w:rsid w:val="00F21B00"/>
    <w:rsid w:val="00F26055"/>
    <w:rsid w:val="00F36D1E"/>
    <w:rsid w:val="00F45DB8"/>
    <w:rsid w:val="00F83CAD"/>
    <w:rsid w:val="00F97659"/>
    <w:rsid w:val="00FA2AB0"/>
    <w:rsid w:val="00FA3F26"/>
    <w:rsid w:val="00FB0E05"/>
    <w:rsid w:val="00FB1047"/>
    <w:rsid w:val="00FB5E81"/>
    <w:rsid w:val="00FD3AC2"/>
    <w:rsid w:val="00FE01E2"/>
    <w:rsid w:val="00FE04A2"/>
    <w:rsid w:val="00FE696D"/>
    <w:rsid w:val="00FF6234"/>
    <w:rsid w:val="00FF6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49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499"/>
    <w:pPr>
      <w:keepNext/>
      <w:jc w:val="center"/>
      <w:outlineLvl w:val="0"/>
    </w:pPr>
    <w:rPr>
      <w:rFonts w:cs="B Lotus"/>
      <w:sz w:val="56"/>
      <w:szCs w:val="56"/>
      <w:lang w:bidi="fa-I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4499"/>
    <w:pPr>
      <w:keepNext/>
      <w:jc w:val="center"/>
      <w:outlineLvl w:val="1"/>
    </w:pPr>
    <w:rPr>
      <w:rFonts w:cs="B Lotus"/>
      <w:sz w:val="28"/>
      <w:szCs w:val="28"/>
      <w:lang w:bidi="fa-I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4499"/>
    <w:pPr>
      <w:keepNext/>
      <w:jc w:val="center"/>
      <w:outlineLvl w:val="2"/>
    </w:pPr>
    <w:rPr>
      <w:rFonts w:cs="B Lotus"/>
      <w:b/>
      <w:bCs/>
      <w:sz w:val="28"/>
      <w:szCs w:val="28"/>
      <w:lang w:bidi="fa-I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D4499"/>
    <w:pPr>
      <w:keepNext/>
      <w:bidi/>
      <w:jc w:val="center"/>
      <w:outlineLvl w:val="3"/>
    </w:pPr>
    <w:rPr>
      <w:rFonts w:ascii="Arial" w:hAnsi="Arial" w:cs="Yagut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3D4499"/>
    <w:pPr>
      <w:keepNext/>
      <w:outlineLvl w:val="4"/>
    </w:pPr>
    <w:rPr>
      <w:rFonts w:cs="B Lotus"/>
      <w:b/>
      <w:bCs/>
      <w:lang w:bidi="fa-I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D4499"/>
    <w:pPr>
      <w:keepNext/>
      <w:jc w:val="right"/>
      <w:outlineLvl w:val="5"/>
    </w:pPr>
    <w:rPr>
      <w:rFonts w:cs="Zar"/>
      <w:sz w:val="28"/>
      <w:szCs w:val="28"/>
      <w:lang w:bidi="fa-I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D4499"/>
    <w:pPr>
      <w:keepNext/>
      <w:jc w:val="right"/>
      <w:outlineLvl w:val="6"/>
    </w:pPr>
    <w:rPr>
      <w:rFonts w:cs="Zar"/>
      <w:b/>
      <w:bCs/>
      <w:sz w:val="18"/>
      <w:szCs w:val="18"/>
      <w:lang w:bidi="fa-I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D4499"/>
    <w:pPr>
      <w:keepNext/>
      <w:jc w:val="center"/>
      <w:outlineLvl w:val="7"/>
    </w:pPr>
    <w:rPr>
      <w:rFonts w:cs="Zar"/>
      <w:b/>
      <w:bCs/>
      <w:sz w:val="18"/>
      <w:szCs w:val="18"/>
      <w:lang w:bidi="fa-I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D4499"/>
    <w:pPr>
      <w:keepNext/>
      <w:outlineLvl w:val="8"/>
    </w:pPr>
    <w:rPr>
      <w:rFonts w:cs="Zar"/>
      <w:sz w:val="28"/>
      <w:szCs w:val="28"/>
      <w:lang w:bidi="fa-I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63C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63C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63C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63C8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63C8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63C8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63C8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63C8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63C8"/>
    <w:rPr>
      <w:rFonts w:asciiTheme="majorHAnsi" w:eastAsiaTheme="majorEastAsia" w:hAnsiTheme="majorHAnsi" w:cstheme="majorBidi"/>
    </w:rPr>
  </w:style>
  <w:style w:type="paragraph" w:styleId="BodyText">
    <w:name w:val="Body Text"/>
    <w:basedOn w:val="Normal"/>
    <w:link w:val="BodyTextChar"/>
    <w:uiPriority w:val="99"/>
    <w:rsid w:val="003D4499"/>
    <w:pPr>
      <w:jc w:val="right"/>
    </w:pPr>
    <w:rPr>
      <w:rFonts w:cs="Zar"/>
      <w:sz w:val="28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763C8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D4499"/>
    <w:pPr>
      <w:jc w:val="both"/>
    </w:pPr>
    <w:rPr>
      <w:rFonts w:cs="Zar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763C8"/>
    <w:rPr>
      <w:sz w:val="24"/>
      <w:szCs w:val="24"/>
    </w:rPr>
  </w:style>
  <w:style w:type="character" w:styleId="Hyperlink">
    <w:name w:val="Hyperlink"/>
    <w:basedOn w:val="DefaultParagraphFont"/>
    <w:uiPriority w:val="99"/>
    <w:rsid w:val="003D4499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D4499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rsid w:val="003D4499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8D08D2"/>
    <w:pPr>
      <w:bidi/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7964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D417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1763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99"/>
    <w:qFormat/>
    <w:rsid w:val="00E7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F17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F1743"/>
    <w:rPr>
      <w:rFonts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0F17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F1743"/>
    <w:rPr>
      <w:rFonts w:cs="Times New Roman"/>
      <w:sz w:val="24"/>
      <w:szCs w:val="24"/>
      <w:lang w:bidi="ar-SA"/>
    </w:rPr>
  </w:style>
  <w:style w:type="character" w:customStyle="1" w:styleId="apple-style-span">
    <w:name w:val="apple-style-span"/>
    <w:basedOn w:val="DefaultParagraphFont"/>
    <w:uiPriority w:val="99"/>
    <w:rsid w:val="004157F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4157FD"/>
    <w:rPr>
      <w:rFonts w:cs="Times New Roman"/>
    </w:rPr>
  </w:style>
  <w:style w:type="table" w:styleId="MediumGrid1-Accent2">
    <w:name w:val="Medium Grid 1 Accent 2"/>
    <w:basedOn w:val="TableNormal"/>
    <w:uiPriority w:val="99"/>
    <w:rsid w:val="004B220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LightGrid-Accent4">
    <w:name w:val="Light Grid Accent 4"/>
    <w:basedOn w:val="TableNormal"/>
    <w:uiPriority w:val="99"/>
    <w:rsid w:val="004B220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11">
    <w:name w:val="Light Grid - Accent 11"/>
    <w:uiPriority w:val="99"/>
    <w:rsid w:val="004B220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LightGrid1">
    <w:name w:val="Light Grid1"/>
    <w:uiPriority w:val="99"/>
    <w:rsid w:val="004B220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6">
    <w:name w:val="Light Grid Accent 6"/>
    <w:basedOn w:val="TableNormal"/>
    <w:uiPriority w:val="99"/>
    <w:rsid w:val="00AA727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88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398</Words>
  <Characters>2275</Characters>
  <Application>Microsoft Office Outlook</Application>
  <DocSecurity>0</DocSecurity>
  <Lines>0</Lines>
  <Paragraphs>0</Paragraphs>
  <ScaleCrop>false</ScaleCrop>
  <Company>Signalsoft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Abdollah</dc:creator>
  <cp:keywords/>
  <dc:description/>
  <cp:lastModifiedBy>SM</cp:lastModifiedBy>
  <cp:revision>3</cp:revision>
  <cp:lastPrinted>2008-03-03T17:15:00Z</cp:lastPrinted>
  <dcterms:created xsi:type="dcterms:W3CDTF">2014-04-13T17:55:00Z</dcterms:created>
  <dcterms:modified xsi:type="dcterms:W3CDTF">2014-10-06T20:11:00Z</dcterms:modified>
</cp:coreProperties>
</file>